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XSpec="center" w:tblpY="1695"/>
        <w:tblW w:w="110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16"/>
        <w:gridCol w:w="4536"/>
      </w:tblGrid>
      <w:tr w:rsidR="000C32A1" w:rsidRPr="00372969" w14:paraId="6E791385" w14:textId="77777777" w:rsidTr="00505548">
        <w:trPr>
          <w:trHeight w:val="1123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</w:tcPr>
          <w:p w14:paraId="22790F84" w14:textId="75F0331E" w:rsidR="000C32A1" w:rsidRPr="00372969" w:rsidRDefault="000C32A1" w:rsidP="00505548">
            <w:pPr>
              <w:rPr>
                <w:rFonts w:ascii="Univers Next Pro Condensed" w:hAnsi="Univers Next Pro Condensed" w:cs="Arial"/>
                <w:b/>
                <w:bCs/>
                <w:color w:val="C00000"/>
                <w:sz w:val="20"/>
                <w:szCs w:val="20"/>
              </w:rPr>
            </w:pPr>
            <w:bookmarkStart w:id="0" w:name="_GoBack"/>
            <w:bookmarkEnd w:id="0"/>
            <w:r w:rsidRPr="00372969">
              <w:rPr>
                <w:rFonts w:ascii="Univers Next Pro Condensed" w:hAnsi="Univers Next Pro Condensed" w:cs="Arial"/>
                <w:b/>
                <w:bCs/>
                <w:color w:val="000000" w:themeColor="text1"/>
                <w:sz w:val="20"/>
                <w:szCs w:val="20"/>
              </w:rPr>
              <w:t xml:space="preserve">Entreprise : </w:t>
            </w:r>
            <w:r w:rsidR="009825C1" w:rsidRPr="00372969">
              <w:rPr>
                <w:rFonts w:ascii="Univers Next Pro Condensed" w:hAnsi="Univers Next Pro Condensed" w:cs="Arial"/>
                <w:b/>
                <w:bCs/>
                <w:color w:val="000000" w:themeColor="text1"/>
                <w:sz w:val="20"/>
                <w:szCs w:val="20"/>
              </w:rPr>
              <w:t>……………………………………………</w:t>
            </w:r>
          </w:p>
        </w:tc>
        <w:sdt>
          <w:sdtPr>
            <w:rPr>
              <w:rStyle w:val="Style2"/>
              <w:rFonts w:ascii="Univers Next Pro Condensed" w:eastAsia="MS Gothic" w:hAnsi="Univers Next Pro Condensed"/>
              <w:highlight w:val="yellow"/>
            </w:rPr>
            <w:alias w:val="Indiquer le nom de votre société"/>
            <w:tag w:val="Indique le nom de votre société"/>
            <w:id w:val="-2102636508"/>
            <w:placeholder>
              <w:docPart w:val="E7C0AB7CEF674DE48323451F5E426664"/>
            </w:placeholder>
            <w:showingPlcHdr/>
            <w:dataBinding w:prefixMappings="xmlns:ns0='http://schemas.openxmlformats.org/officeDocument/2006/extended-properties' " w:xpath="/ns0:Properties[1]/ns0:Company[1]" w:storeItemID="{6668398D-A668-4E3E-A5EB-62B293D839F1}"/>
            <w15:color w:val="FFFF00"/>
            <w:text w:multiLine="1"/>
          </w:sdtPr>
          <w:sdtEndPr>
            <w:rPr>
              <w:rStyle w:val="Policepardfaut"/>
              <w:b w:val="0"/>
              <w:color w:val="auto"/>
              <w:sz w:val="22"/>
            </w:rPr>
          </w:sdtEndPr>
          <w:sdtContent>
            <w:tc>
              <w:tcPr>
                <w:tcW w:w="4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</w:tcPr>
              <w:p w14:paraId="19550A4E" w14:textId="448A5889" w:rsidR="000C32A1" w:rsidRPr="00372969" w:rsidRDefault="00BD0E68" w:rsidP="00505548">
                <w:pPr>
                  <w:jc w:val="center"/>
                  <w:rPr>
                    <w:rFonts w:ascii="Univers Next Pro Condensed" w:eastAsia="MS Gothic" w:hAnsi="Univers Next Pro Condensed"/>
                    <w:highlight w:val="yellow"/>
                  </w:rPr>
                </w:pPr>
                <w:r w:rsidRPr="00372969">
                  <w:rPr>
                    <w:rStyle w:val="Textedelespacerserv"/>
                    <w:rFonts w:ascii="Univers Next Pro Condensed" w:hAnsi="Univers Next Pro Condensed"/>
                  </w:rPr>
                  <w:t>[Société]</w:t>
                </w:r>
              </w:p>
            </w:tc>
          </w:sdtContent>
        </w:sdt>
      </w:tr>
      <w:tr w:rsidR="009D321B" w:rsidRPr="00372969" w14:paraId="2CE37E0D" w14:textId="77777777" w:rsidTr="00505548">
        <w:trPr>
          <w:trHeight w:val="1251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  <w:noWrap/>
            <w:vAlign w:val="center"/>
            <w:hideMark/>
          </w:tcPr>
          <w:p w14:paraId="603E72F9" w14:textId="67FD9015" w:rsidR="009D321B" w:rsidRPr="00372969" w:rsidRDefault="000C32A1" w:rsidP="00505548">
            <w:pPr>
              <w:jc w:val="center"/>
              <w:rPr>
                <w:rFonts w:ascii="Univers Next Pro Condensed" w:hAnsi="Univers Next Pro Condensed" w:cs="Arial"/>
                <w:b/>
                <w:bCs/>
                <w:color w:val="C00000"/>
                <w:sz w:val="20"/>
                <w:szCs w:val="20"/>
              </w:rPr>
            </w:pPr>
            <w:r w:rsidRPr="00372969">
              <w:rPr>
                <w:rFonts w:ascii="Univers Next Pro Condensed" w:hAnsi="Univers Next Pro Condensed" w:cs="Arial"/>
                <w:b/>
                <w:bCs/>
                <w:color w:val="C00000"/>
                <w:sz w:val="20"/>
                <w:szCs w:val="20"/>
              </w:rPr>
              <w:t>SCÉ</w:t>
            </w:r>
            <w:r w:rsidR="00644F51" w:rsidRPr="00372969">
              <w:rPr>
                <w:rFonts w:ascii="Univers Next Pro Condensed" w:hAnsi="Univers Next Pro Condensed" w:cs="Arial"/>
                <w:b/>
                <w:bCs/>
                <w:color w:val="C00000"/>
                <w:sz w:val="20"/>
                <w:szCs w:val="20"/>
              </w:rPr>
              <w:t>NARIO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CC"/>
            <w:noWrap/>
            <w:vAlign w:val="center"/>
            <w:hideMark/>
          </w:tcPr>
          <w:p w14:paraId="0379F24F" w14:textId="38192218" w:rsidR="000C32A1" w:rsidRPr="00372969" w:rsidRDefault="000C32A1" w:rsidP="00505548">
            <w:pPr>
              <w:jc w:val="center"/>
              <w:rPr>
                <w:rFonts w:ascii="Univers Next Pro Condensed" w:eastAsia="MS Gothic" w:hAnsi="Univers Next Pro Condensed"/>
              </w:rPr>
            </w:pPr>
            <w:r w:rsidRPr="00372969">
              <w:rPr>
                <w:rFonts w:ascii="Univers Next Pro Condensed" w:hAnsi="Univers Next Pro Condensed" w:cs="Arial"/>
                <w:b/>
                <w:bCs/>
                <w:color w:val="C00000"/>
                <w:sz w:val="20"/>
                <w:szCs w:val="20"/>
              </w:rPr>
              <w:t>RÉPONSES PROPOSÉ</w:t>
            </w:r>
            <w:r w:rsidR="00644F51" w:rsidRPr="00372969">
              <w:rPr>
                <w:rFonts w:ascii="Univers Next Pro Condensed" w:hAnsi="Univers Next Pro Condensed" w:cs="Arial"/>
                <w:b/>
                <w:bCs/>
                <w:color w:val="C00000"/>
                <w:sz w:val="20"/>
                <w:szCs w:val="20"/>
              </w:rPr>
              <w:t>ES</w:t>
            </w:r>
            <w:r w:rsidRPr="00372969">
              <w:rPr>
                <w:rFonts w:ascii="Univers Next Pro Condensed" w:eastAsia="MS Gothic" w:hAnsi="Univers Next Pro Condensed"/>
              </w:rPr>
              <w:t xml:space="preserve"> </w:t>
            </w:r>
          </w:p>
          <w:p w14:paraId="373DD088" w14:textId="77777777" w:rsidR="00BD0E68" w:rsidRPr="00372969" w:rsidRDefault="00BD0E68" w:rsidP="00505548">
            <w:pPr>
              <w:jc w:val="center"/>
              <w:rPr>
                <w:rFonts w:ascii="Univers Next Pro Condensed" w:eastAsia="MS Gothic" w:hAnsi="Univers Next Pro Condensed"/>
              </w:rPr>
            </w:pPr>
          </w:p>
          <w:p w14:paraId="23868E02" w14:textId="77777777" w:rsidR="00BD0E68" w:rsidRPr="00372969" w:rsidRDefault="000C32A1" w:rsidP="00505548">
            <w:pPr>
              <w:jc w:val="center"/>
              <w:rPr>
                <w:rFonts w:ascii="Univers Next Pro Condensed" w:eastAsia="MS Gothic" w:hAnsi="Univers Next Pro Condensed"/>
                <w:i/>
                <w:sz w:val="20"/>
                <w:szCs w:val="20"/>
              </w:rPr>
            </w:pPr>
            <w:r w:rsidRPr="00372969">
              <w:rPr>
                <w:rFonts w:ascii="Univers Next Pro Condensed" w:eastAsia="MS Gothic" w:hAnsi="Univers Next Pro Condensed"/>
                <w:i/>
                <w:sz w:val="20"/>
                <w:szCs w:val="20"/>
              </w:rPr>
              <w:t>Entourer la réponse</w:t>
            </w:r>
            <w:r w:rsidR="00BD0E68" w:rsidRPr="00372969">
              <w:rPr>
                <w:rFonts w:ascii="Univers Next Pro Condensed" w:eastAsia="MS Gothic" w:hAnsi="Univers Next Pro Condensed"/>
                <w:i/>
                <w:sz w:val="20"/>
                <w:szCs w:val="20"/>
              </w:rPr>
              <w:t xml:space="preserve"> correspondante </w:t>
            </w:r>
          </w:p>
          <w:p w14:paraId="56CDB69D" w14:textId="0BDFCB4A" w:rsidR="009D321B" w:rsidRPr="00372969" w:rsidRDefault="00BD0E68" w:rsidP="00505548">
            <w:pPr>
              <w:jc w:val="center"/>
              <w:rPr>
                <w:rFonts w:ascii="Univers Next Pro Condensed" w:hAnsi="Univers Next Pro Condensed" w:cs="Arial"/>
                <w:b/>
                <w:bCs/>
                <w:i/>
                <w:color w:val="C00000"/>
                <w:sz w:val="20"/>
                <w:szCs w:val="20"/>
              </w:rPr>
            </w:pPr>
            <w:r w:rsidRPr="00372969">
              <w:rPr>
                <w:rFonts w:ascii="Univers Next Pro Condensed" w:eastAsia="MS Gothic" w:hAnsi="Univers Next Pro Condensed"/>
                <w:i/>
                <w:sz w:val="20"/>
                <w:szCs w:val="20"/>
              </w:rPr>
              <w:t>et rayer la mention inutile</w:t>
            </w:r>
          </w:p>
        </w:tc>
      </w:tr>
      <w:tr w:rsidR="009D321B" w:rsidRPr="00372969" w14:paraId="601643BE" w14:textId="77777777" w:rsidTr="00505548">
        <w:trPr>
          <w:trHeight w:val="567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78A79" w14:textId="5448E6DC" w:rsidR="009D321B" w:rsidRPr="00372969" w:rsidRDefault="009D321B" w:rsidP="00505548">
            <w:pPr>
              <w:jc w:val="left"/>
              <w:rPr>
                <w:rFonts w:ascii="Univers Next Pro Condensed" w:hAnsi="Univers Next Pro Condensed" w:cs="Arial"/>
                <w:color w:val="000000"/>
                <w:sz w:val="20"/>
                <w:szCs w:val="20"/>
              </w:rPr>
            </w:pPr>
            <w:r w:rsidRPr="00372969">
              <w:rPr>
                <w:rFonts w:ascii="Univers Next Pro Condensed" w:eastAsia="MS Gothic" w:hAnsi="Univers Next Pro Condensed" w:cs="Arial"/>
                <w:color w:val="000000"/>
                <w:sz w:val="20"/>
                <w:szCs w:val="20"/>
              </w:rPr>
              <w:t>Votre organisation, et particulièrement son instance dirigeante, a-t-elle pris des engagements relatifs à la lutte contre la corruption ?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7FDF3" w14:textId="77777777" w:rsidR="009D321B" w:rsidRPr="00372969" w:rsidRDefault="009D321B" w:rsidP="00505548">
            <w:pPr>
              <w:jc w:val="center"/>
              <w:rPr>
                <w:rFonts w:ascii="Univers Next Pro Condensed" w:hAnsi="Univers Next Pro Condensed" w:cs="Arial"/>
                <w:color w:val="000000"/>
                <w:sz w:val="20"/>
                <w:szCs w:val="20"/>
              </w:rPr>
            </w:pPr>
            <w:r w:rsidRPr="00372969">
              <w:rPr>
                <w:rFonts w:ascii="Univers Next Pro Condensed" w:hAnsi="Univers Next Pro Condensed" w:cs="Arial"/>
                <w:color w:val="000000"/>
                <w:sz w:val="20"/>
                <w:szCs w:val="20"/>
              </w:rPr>
              <w:t>Oui/Non</w:t>
            </w:r>
          </w:p>
        </w:tc>
      </w:tr>
      <w:tr w:rsidR="009D321B" w:rsidRPr="00372969" w14:paraId="059C2A6D" w14:textId="77777777" w:rsidTr="00505548">
        <w:trPr>
          <w:trHeight w:val="413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1C283" w14:textId="77777777" w:rsidR="009D321B" w:rsidRPr="00372969" w:rsidRDefault="009D321B" w:rsidP="00505548">
            <w:pPr>
              <w:jc w:val="left"/>
              <w:rPr>
                <w:rFonts w:ascii="Univers Next Pro Condensed" w:hAnsi="Univers Next Pro Condensed" w:cs="Arial"/>
                <w:color w:val="000000"/>
                <w:sz w:val="20"/>
                <w:szCs w:val="20"/>
              </w:rPr>
            </w:pPr>
            <w:r w:rsidRPr="00372969">
              <w:rPr>
                <w:rFonts w:ascii="Univers Next Pro Condensed" w:eastAsia="MS Gothic" w:hAnsi="Univers Next Pro Condensed" w:cs="Arial"/>
                <w:color w:val="000000"/>
                <w:sz w:val="20"/>
                <w:szCs w:val="20"/>
              </w:rPr>
              <w:t>Envisagez-vous d'en prendre ?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00A68" w14:textId="77777777" w:rsidR="009D321B" w:rsidRPr="00372969" w:rsidRDefault="009D321B" w:rsidP="00505548">
            <w:pPr>
              <w:jc w:val="center"/>
              <w:rPr>
                <w:rFonts w:ascii="Univers Next Pro Condensed" w:hAnsi="Univers Next Pro Condensed" w:cs="Arial"/>
                <w:color w:val="000000"/>
                <w:sz w:val="20"/>
                <w:szCs w:val="20"/>
              </w:rPr>
            </w:pPr>
            <w:r w:rsidRPr="00372969">
              <w:rPr>
                <w:rFonts w:ascii="Univers Next Pro Condensed" w:hAnsi="Univers Next Pro Condensed" w:cs="Arial"/>
                <w:color w:val="000000"/>
                <w:sz w:val="20"/>
                <w:szCs w:val="20"/>
              </w:rPr>
              <w:t>Oui/Non</w:t>
            </w:r>
          </w:p>
        </w:tc>
      </w:tr>
      <w:tr w:rsidR="009D321B" w:rsidRPr="00372969" w14:paraId="7A435299" w14:textId="77777777" w:rsidTr="00505548">
        <w:trPr>
          <w:trHeight w:val="567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447C7" w14:textId="42917191" w:rsidR="009D321B" w:rsidRPr="00372969" w:rsidRDefault="009D321B" w:rsidP="00505548">
            <w:pPr>
              <w:jc w:val="left"/>
              <w:rPr>
                <w:rFonts w:ascii="Univers Next Pro Condensed" w:hAnsi="Univers Next Pro Condensed" w:cs="Arial"/>
                <w:color w:val="000000"/>
                <w:sz w:val="20"/>
                <w:szCs w:val="20"/>
              </w:rPr>
            </w:pPr>
            <w:r w:rsidRPr="00372969">
              <w:rPr>
                <w:rFonts w:ascii="Univers Next Pro Condensed" w:eastAsia="MS Gothic" w:hAnsi="Univers Next Pro Condensed" w:cs="Arial"/>
                <w:color w:val="000000"/>
                <w:sz w:val="20"/>
                <w:szCs w:val="20"/>
              </w:rPr>
              <w:t>Votre organisation dispose-t-elle d’un système de management du risque de corruption certifié à la norme ISO 37001 ?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26F44" w14:textId="77777777" w:rsidR="009D321B" w:rsidRPr="00372969" w:rsidRDefault="009D321B" w:rsidP="00505548">
            <w:pPr>
              <w:jc w:val="center"/>
              <w:rPr>
                <w:rFonts w:ascii="Univers Next Pro Condensed" w:hAnsi="Univers Next Pro Condensed" w:cs="Arial"/>
                <w:color w:val="000000"/>
                <w:sz w:val="20"/>
                <w:szCs w:val="20"/>
              </w:rPr>
            </w:pPr>
            <w:r w:rsidRPr="00372969">
              <w:rPr>
                <w:rFonts w:ascii="Univers Next Pro Condensed" w:hAnsi="Univers Next Pro Condensed" w:cs="Arial"/>
                <w:color w:val="000000"/>
                <w:sz w:val="20"/>
                <w:szCs w:val="20"/>
              </w:rPr>
              <w:t>Oui/Non</w:t>
            </w:r>
          </w:p>
        </w:tc>
      </w:tr>
      <w:tr w:rsidR="009D321B" w:rsidRPr="00372969" w14:paraId="169DE9B7" w14:textId="77777777" w:rsidTr="00505548">
        <w:trPr>
          <w:trHeight w:val="414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4C20E" w14:textId="77777777" w:rsidR="009D321B" w:rsidRPr="00372969" w:rsidRDefault="009D321B" w:rsidP="00505548">
            <w:pPr>
              <w:jc w:val="left"/>
              <w:rPr>
                <w:rFonts w:ascii="Univers Next Pro Condensed" w:hAnsi="Univers Next Pro Condensed" w:cs="Arial"/>
                <w:color w:val="000000"/>
                <w:sz w:val="20"/>
                <w:szCs w:val="20"/>
              </w:rPr>
            </w:pPr>
            <w:r w:rsidRPr="00372969">
              <w:rPr>
                <w:rFonts w:ascii="Univers Next Pro Condensed" w:eastAsia="MS Gothic" w:hAnsi="Univers Next Pro Condensed" w:cs="Arial"/>
                <w:color w:val="000000"/>
                <w:sz w:val="20"/>
                <w:szCs w:val="20"/>
              </w:rPr>
              <w:t>Avez-vous réalisé une cartographie intégrant le risque de corruption ?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539FA" w14:textId="77777777" w:rsidR="009D321B" w:rsidRPr="00372969" w:rsidRDefault="009D321B" w:rsidP="00505548">
            <w:pPr>
              <w:jc w:val="center"/>
              <w:rPr>
                <w:rFonts w:ascii="Univers Next Pro Condensed" w:hAnsi="Univers Next Pro Condensed" w:cs="Arial"/>
                <w:color w:val="000000"/>
                <w:sz w:val="20"/>
                <w:szCs w:val="20"/>
              </w:rPr>
            </w:pPr>
            <w:r w:rsidRPr="00372969">
              <w:rPr>
                <w:rFonts w:ascii="Univers Next Pro Condensed" w:hAnsi="Univers Next Pro Condensed" w:cs="Arial"/>
                <w:color w:val="000000"/>
                <w:sz w:val="20"/>
                <w:szCs w:val="20"/>
              </w:rPr>
              <w:t>Oui/Non</w:t>
            </w:r>
          </w:p>
        </w:tc>
      </w:tr>
      <w:tr w:rsidR="009D321B" w:rsidRPr="00372969" w14:paraId="03C98446" w14:textId="77777777" w:rsidTr="00505548">
        <w:trPr>
          <w:trHeight w:val="567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BC64E" w14:textId="43DE2ABB" w:rsidR="009D321B" w:rsidRPr="00372969" w:rsidRDefault="009D321B" w:rsidP="00505548">
            <w:pPr>
              <w:jc w:val="left"/>
              <w:rPr>
                <w:rFonts w:ascii="Univers Next Pro Condensed" w:hAnsi="Univers Next Pro Condensed" w:cs="Arial"/>
                <w:color w:val="000000"/>
                <w:sz w:val="20"/>
                <w:szCs w:val="20"/>
              </w:rPr>
            </w:pPr>
            <w:r w:rsidRPr="00372969">
              <w:rPr>
                <w:rFonts w:ascii="Univers Next Pro Condensed" w:eastAsia="MS Gothic" w:hAnsi="Univers Next Pro Condensed" w:cs="Arial"/>
                <w:color w:val="000000"/>
                <w:sz w:val="20"/>
                <w:szCs w:val="20"/>
              </w:rPr>
              <w:t>Cette cartographie couvre-t-elle l'ensemble des directions et filiales de l'organisation ?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37A5A" w14:textId="77777777" w:rsidR="009D321B" w:rsidRPr="00372969" w:rsidRDefault="009D321B" w:rsidP="00505548">
            <w:pPr>
              <w:jc w:val="center"/>
              <w:rPr>
                <w:rFonts w:ascii="Univers Next Pro Condensed" w:hAnsi="Univers Next Pro Condensed" w:cs="Arial"/>
                <w:color w:val="000000"/>
                <w:sz w:val="20"/>
                <w:szCs w:val="20"/>
              </w:rPr>
            </w:pPr>
            <w:r w:rsidRPr="00372969">
              <w:rPr>
                <w:rFonts w:ascii="Univers Next Pro Condensed" w:hAnsi="Univers Next Pro Condensed" w:cs="Arial"/>
                <w:color w:val="000000"/>
                <w:sz w:val="20"/>
                <w:szCs w:val="20"/>
              </w:rPr>
              <w:t>Oui/Non</w:t>
            </w:r>
          </w:p>
        </w:tc>
      </w:tr>
      <w:tr w:rsidR="009D321B" w:rsidRPr="00372969" w14:paraId="0D6BEC24" w14:textId="77777777" w:rsidTr="00505548">
        <w:trPr>
          <w:trHeight w:val="399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42008" w14:textId="1288837D" w:rsidR="009D321B" w:rsidRPr="00372969" w:rsidRDefault="009D321B" w:rsidP="00505548">
            <w:pPr>
              <w:jc w:val="left"/>
              <w:rPr>
                <w:rFonts w:ascii="Univers Next Pro Condensed" w:hAnsi="Univers Next Pro Condensed" w:cs="Arial"/>
                <w:color w:val="000000"/>
                <w:sz w:val="20"/>
                <w:szCs w:val="20"/>
              </w:rPr>
            </w:pPr>
            <w:r w:rsidRPr="00372969">
              <w:rPr>
                <w:rFonts w:ascii="Univers Next Pro Condensed" w:hAnsi="Univers Next Pro Condensed" w:cs="Arial"/>
                <w:color w:val="000000"/>
                <w:sz w:val="20"/>
                <w:szCs w:val="20"/>
              </w:rPr>
              <w:t>Cette cartographie est-elle formalisée ?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DD25D" w14:textId="77777777" w:rsidR="009D321B" w:rsidRPr="00372969" w:rsidRDefault="009D321B" w:rsidP="00505548">
            <w:pPr>
              <w:jc w:val="center"/>
              <w:rPr>
                <w:rFonts w:ascii="Univers Next Pro Condensed" w:hAnsi="Univers Next Pro Condensed" w:cs="Arial"/>
                <w:color w:val="000000"/>
                <w:sz w:val="20"/>
                <w:szCs w:val="20"/>
              </w:rPr>
            </w:pPr>
            <w:r w:rsidRPr="00372969">
              <w:rPr>
                <w:rFonts w:ascii="Univers Next Pro Condensed" w:hAnsi="Univers Next Pro Condensed" w:cs="Arial"/>
                <w:color w:val="000000"/>
                <w:sz w:val="20"/>
                <w:szCs w:val="20"/>
              </w:rPr>
              <w:t>Oui/Non</w:t>
            </w:r>
          </w:p>
        </w:tc>
      </w:tr>
      <w:tr w:rsidR="009D321B" w:rsidRPr="00372969" w14:paraId="6B6582DE" w14:textId="77777777" w:rsidTr="00505548">
        <w:trPr>
          <w:trHeight w:val="419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ED6F5" w14:textId="77777777" w:rsidR="009D321B" w:rsidRPr="00372969" w:rsidRDefault="009D321B" w:rsidP="00505548">
            <w:pPr>
              <w:jc w:val="left"/>
              <w:rPr>
                <w:rFonts w:ascii="Univers Next Pro Condensed" w:hAnsi="Univers Next Pro Condensed" w:cs="Arial"/>
                <w:color w:val="000000"/>
                <w:sz w:val="20"/>
                <w:szCs w:val="20"/>
              </w:rPr>
            </w:pPr>
            <w:r w:rsidRPr="00372969">
              <w:rPr>
                <w:rFonts w:ascii="Univers Next Pro Condensed" w:eastAsia="MS Gothic" w:hAnsi="Univers Next Pro Condensed" w:cs="Arial"/>
                <w:color w:val="000000"/>
                <w:sz w:val="20"/>
                <w:szCs w:val="20"/>
              </w:rPr>
              <w:t>Cette cartographie est-elle revue périodiquement ou continue ?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9191E" w14:textId="77777777" w:rsidR="009D321B" w:rsidRPr="00372969" w:rsidRDefault="009D321B" w:rsidP="00505548">
            <w:pPr>
              <w:jc w:val="center"/>
              <w:rPr>
                <w:rFonts w:ascii="Univers Next Pro Condensed" w:hAnsi="Univers Next Pro Condensed" w:cs="Arial"/>
                <w:color w:val="000000"/>
                <w:sz w:val="20"/>
                <w:szCs w:val="20"/>
              </w:rPr>
            </w:pPr>
            <w:r w:rsidRPr="00372969">
              <w:rPr>
                <w:rFonts w:ascii="Univers Next Pro Condensed" w:hAnsi="Univers Next Pro Condensed" w:cs="Arial"/>
                <w:color w:val="000000"/>
                <w:sz w:val="20"/>
                <w:szCs w:val="20"/>
              </w:rPr>
              <w:t>Oui/Non</w:t>
            </w:r>
          </w:p>
        </w:tc>
      </w:tr>
      <w:tr w:rsidR="009D321B" w:rsidRPr="00372969" w14:paraId="40D4163E" w14:textId="77777777" w:rsidTr="00505548">
        <w:trPr>
          <w:trHeight w:val="567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A6753" w14:textId="4F4DE777" w:rsidR="009D321B" w:rsidRPr="00372969" w:rsidRDefault="009D321B" w:rsidP="00505548">
            <w:pPr>
              <w:jc w:val="left"/>
              <w:rPr>
                <w:rFonts w:ascii="Univers Next Pro Condensed" w:hAnsi="Univers Next Pro Condensed" w:cs="Arial"/>
                <w:color w:val="000000"/>
                <w:sz w:val="20"/>
                <w:szCs w:val="20"/>
              </w:rPr>
            </w:pPr>
            <w:r w:rsidRPr="00372969">
              <w:rPr>
                <w:rFonts w:ascii="Univers Next Pro Condensed" w:eastAsia="MS Gothic" w:hAnsi="Univers Next Pro Condensed" w:cs="Arial"/>
                <w:color w:val="000000"/>
                <w:sz w:val="20"/>
                <w:szCs w:val="20"/>
              </w:rPr>
              <w:t xml:space="preserve">Avez-vous mis en place une politique formalisée sur les pratiques anticorruption (charte </w:t>
            </w:r>
            <w:r w:rsidR="00644F51" w:rsidRPr="00372969">
              <w:rPr>
                <w:rFonts w:ascii="Univers Next Pro Condensed" w:eastAsia="MS Gothic" w:hAnsi="Univers Next Pro Condensed" w:cs="Arial"/>
                <w:color w:val="000000"/>
                <w:sz w:val="20"/>
                <w:szCs w:val="20"/>
              </w:rPr>
              <w:t>éthique</w:t>
            </w:r>
            <w:r w:rsidRPr="00372969">
              <w:rPr>
                <w:rFonts w:ascii="Univers Next Pro Condensed" w:eastAsia="MS Gothic" w:hAnsi="Univers Next Pro Condensed" w:cs="Arial"/>
                <w:color w:val="000000"/>
                <w:sz w:val="20"/>
                <w:szCs w:val="20"/>
              </w:rPr>
              <w:t>, code de bonne conduite, politique cadeau, etc</w:t>
            </w:r>
            <w:r w:rsidR="00644F51" w:rsidRPr="00372969">
              <w:rPr>
                <w:rFonts w:ascii="Univers Next Pro Condensed" w:eastAsia="MS Gothic" w:hAnsi="Univers Next Pro Condensed" w:cs="Arial"/>
                <w:color w:val="000000"/>
                <w:sz w:val="20"/>
                <w:szCs w:val="20"/>
              </w:rPr>
              <w:t>.</w:t>
            </w:r>
            <w:r w:rsidRPr="00372969">
              <w:rPr>
                <w:rFonts w:ascii="Univers Next Pro Condensed" w:eastAsia="MS Gothic" w:hAnsi="Univers Next Pro Condensed" w:cs="Arial"/>
                <w:color w:val="000000"/>
                <w:sz w:val="20"/>
                <w:szCs w:val="20"/>
              </w:rPr>
              <w:t>) ?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AAB8E" w14:textId="77777777" w:rsidR="009D321B" w:rsidRPr="00372969" w:rsidRDefault="009D321B" w:rsidP="00505548">
            <w:pPr>
              <w:jc w:val="center"/>
              <w:rPr>
                <w:rFonts w:ascii="Univers Next Pro Condensed" w:hAnsi="Univers Next Pro Condensed" w:cs="Arial"/>
                <w:color w:val="000000"/>
                <w:sz w:val="20"/>
                <w:szCs w:val="20"/>
              </w:rPr>
            </w:pPr>
            <w:r w:rsidRPr="00372969">
              <w:rPr>
                <w:rFonts w:ascii="Univers Next Pro Condensed" w:hAnsi="Univers Next Pro Condensed" w:cs="Arial"/>
                <w:color w:val="000000"/>
                <w:sz w:val="20"/>
                <w:szCs w:val="20"/>
              </w:rPr>
              <w:t>Oui/Non</w:t>
            </w:r>
          </w:p>
        </w:tc>
      </w:tr>
      <w:tr w:rsidR="009D321B" w:rsidRPr="00372969" w14:paraId="61AA4392" w14:textId="77777777" w:rsidTr="00505548">
        <w:trPr>
          <w:trHeight w:val="567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61015" w14:textId="34CB8BAA" w:rsidR="009D321B" w:rsidRPr="00372969" w:rsidRDefault="009D321B" w:rsidP="00505548">
            <w:pPr>
              <w:jc w:val="left"/>
              <w:rPr>
                <w:rFonts w:ascii="Univers Next Pro Condensed" w:hAnsi="Univers Next Pro Condensed" w:cs="Arial"/>
                <w:color w:val="000000"/>
                <w:sz w:val="20"/>
                <w:szCs w:val="20"/>
              </w:rPr>
            </w:pPr>
            <w:r w:rsidRPr="00372969">
              <w:rPr>
                <w:rFonts w:ascii="Univers Next Pro Condensed" w:eastAsia="MS Gothic" w:hAnsi="Univers Next Pro Condensed" w:cs="Arial"/>
                <w:color w:val="000000"/>
                <w:sz w:val="20"/>
                <w:szCs w:val="20"/>
              </w:rPr>
              <w:t>Des formations et sensibilisation sont-elles mises en place au sein de votre organisation ?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3BB04" w14:textId="77777777" w:rsidR="009D321B" w:rsidRPr="00372969" w:rsidRDefault="009D321B" w:rsidP="00505548">
            <w:pPr>
              <w:jc w:val="center"/>
              <w:rPr>
                <w:rFonts w:ascii="Univers Next Pro Condensed" w:hAnsi="Univers Next Pro Condensed" w:cs="Arial"/>
                <w:color w:val="000000"/>
                <w:sz w:val="20"/>
                <w:szCs w:val="20"/>
              </w:rPr>
            </w:pPr>
            <w:r w:rsidRPr="00372969">
              <w:rPr>
                <w:rFonts w:ascii="Univers Next Pro Condensed" w:hAnsi="Univers Next Pro Condensed" w:cs="Arial"/>
                <w:color w:val="000000"/>
                <w:sz w:val="20"/>
                <w:szCs w:val="20"/>
              </w:rPr>
              <w:t>Oui/Non</w:t>
            </w:r>
          </w:p>
        </w:tc>
      </w:tr>
      <w:tr w:rsidR="009D321B" w:rsidRPr="00372969" w14:paraId="1AE44BEF" w14:textId="77777777" w:rsidTr="00505548">
        <w:trPr>
          <w:trHeight w:val="415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F1DF1" w14:textId="77777777" w:rsidR="009D321B" w:rsidRPr="00372969" w:rsidRDefault="009D321B" w:rsidP="00505548">
            <w:pPr>
              <w:jc w:val="left"/>
              <w:rPr>
                <w:rFonts w:ascii="Univers Next Pro Condensed" w:hAnsi="Univers Next Pro Condensed" w:cs="Arial"/>
                <w:color w:val="000000"/>
                <w:sz w:val="20"/>
                <w:szCs w:val="20"/>
              </w:rPr>
            </w:pPr>
            <w:r w:rsidRPr="00372969">
              <w:rPr>
                <w:rFonts w:ascii="Univers Next Pro Condensed" w:eastAsia="MS Gothic" w:hAnsi="Univers Next Pro Condensed" w:cs="Arial"/>
                <w:color w:val="000000"/>
                <w:sz w:val="20"/>
                <w:szCs w:val="20"/>
              </w:rPr>
              <w:t>Auprès de qui dispensez-vous cette formation ?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C8196" w14:textId="18AE9527" w:rsidR="009D321B" w:rsidRPr="00372969" w:rsidRDefault="009D321B" w:rsidP="00505548">
            <w:pPr>
              <w:jc w:val="center"/>
              <w:rPr>
                <w:rFonts w:ascii="Univers Next Pro Condensed" w:hAnsi="Univers Next Pro Condensed" w:cs="Arial"/>
                <w:color w:val="000000"/>
                <w:sz w:val="20"/>
                <w:szCs w:val="20"/>
              </w:rPr>
            </w:pPr>
            <w:r w:rsidRPr="00372969">
              <w:rPr>
                <w:rFonts w:ascii="Univers Next Pro Condensed" w:hAnsi="Univers Next Pro Condensed" w:cs="Arial"/>
                <w:color w:val="000000"/>
                <w:sz w:val="20"/>
                <w:szCs w:val="20"/>
              </w:rPr>
              <w:t>A certains employés/A l'ensemble des métiers</w:t>
            </w:r>
          </w:p>
        </w:tc>
      </w:tr>
      <w:tr w:rsidR="009D321B" w:rsidRPr="00372969" w14:paraId="379BA606" w14:textId="77777777" w:rsidTr="00505548">
        <w:trPr>
          <w:trHeight w:val="421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1CDCA" w14:textId="7BF62FF3" w:rsidR="009D321B" w:rsidRPr="00372969" w:rsidRDefault="009D321B" w:rsidP="00505548">
            <w:pPr>
              <w:jc w:val="left"/>
              <w:rPr>
                <w:rFonts w:ascii="Univers Next Pro Condensed" w:hAnsi="Univers Next Pro Condensed" w:cs="Arial"/>
                <w:color w:val="000000"/>
                <w:sz w:val="20"/>
                <w:szCs w:val="20"/>
              </w:rPr>
            </w:pPr>
            <w:r w:rsidRPr="00372969">
              <w:rPr>
                <w:rFonts w:ascii="Univers Next Pro Condensed" w:eastAsia="MS Gothic" w:hAnsi="Univers Next Pro Condensed" w:cs="Arial"/>
                <w:color w:val="000000"/>
                <w:sz w:val="20"/>
                <w:szCs w:val="20"/>
              </w:rPr>
              <w:t>A quelle fréquence cette formation est-elle dispensée ?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0A08A" w14:textId="119F68E6" w:rsidR="009D321B" w:rsidRPr="00372969" w:rsidRDefault="009D321B" w:rsidP="00505548">
            <w:pPr>
              <w:jc w:val="center"/>
              <w:rPr>
                <w:rFonts w:ascii="Univers Next Pro Condensed" w:hAnsi="Univers Next Pro Condensed" w:cs="Arial"/>
                <w:color w:val="000000"/>
                <w:sz w:val="20"/>
                <w:szCs w:val="20"/>
              </w:rPr>
            </w:pPr>
            <w:r w:rsidRPr="00372969">
              <w:rPr>
                <w:rFonts w:ascii="Univers Next Pro Condensed" w:hAnsi="Univers Next Pro Condensed" w:cs="Arial"/>
                <w:color w:val="000000"/>
                <w:sz w:val="20"/>
                <w:szCs w:val="20"/>
              </w:rPr>
              <w:t>Occasionnellement/Périodiquement</w:t>
            </w:r>
          </w:p>
        </w:tc>
      </w:tr>
      <w:tr w:rsidR="009D321B" w:rsidRPr="00372969" w14:paraId="4FECE631" w14:textId="77777777" w:rsidTr="00505548">
        <w:trPr>
          <w:trHeight w:val="567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D107D" w14:textId="1A070CFA" w:rsidR="009D321B" w:rsidRPr="00372969" w:rsidRDefault="009D321B" w:rsidP="00505548">
            <w:pPr>
              <w:jc w:val="left"/>
              <w:rPr>
                <w:rFonts w:ascii="Univers Next Pro Condensed" w:hAnsi="Univers Next Pro Condensed" w:cs="Arial"/>
                <w:color w:val="000000"/>
                <w:sz w:val="20"/>
                <w:szCs w:val="20"/>
              </w:rPr>
            </w:pPr>
            <w:r w:rsidRPr="00372969">
              <w:rPr>
                <w:rFonts w:ascii="Univers Next Pro Condensed" w:eastAsia="MS Gothic" w:hAnsi="Univers Next Pro Condensed" w:cs="Arial"/>
                <w:color w:val="000000"/>
                <w:sz w:val="20"/>
                <w:szCs w:val="20"/>
              </w:rPr>
              <w:t>Votre régime disciplinaire intègre-t-il des sanctions en cas de fait de corruption ?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E8338" w14:textId="77777777" w:rsidR="009D321B" w:rsidRPr="00372969" w:rsidRDefault="009D321B" w:rsidP="00505548">
            <w:pPr>
              <w:jc w:val="center"/>
              <w:rPr>
                <w:rFonts w:ascii="Univers Next Pro Condensed" w:hAnsi="Univers Next Pro Condensed" w:cs="Arial"/>
                <w:color w:val="000000"/>
                <w:sz w:val="20"/>
                <w:szCs w:val="20"/>
              </w:rPr>
            </w:pPr>
            <w:r w:rsidRPr="00372969">
              <w:rPr>
                <w:rFonts w:ascii="Univers Next Pro Condensed" w:hAnsi="Univers Next Pro Condensed" w:cs="Arial"/>
                <w:color w:val="000000"/>
                <w:sz w:val="20"/>
                <w:szCs w:val="20"/>
              </w:rPr>
              <w:t>Oui/Non</w:t>
            </w:r>
          </w:p>
        </w:tc>
      </w:tr>
      <w:tr w:rsidR="009D321B" w:rsidRPr="00372969" w14:paraId="42C23B8C" w14:textId="77777777" w:rsidTr="00505548">
        <w:trPr>
          <w:trHeight w:val="567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7C063" w14:textId="7C9DF6BC" w:rsidR="009D321B" w:rsidRPr="00372969" w:rsidRDefault="009D321B" w:rsidP="00505548">
            <w:pPr>
              <w:jc w:val="left"/>
              <w:rPr>
                <w:rFonts w:ascii="Univers Next Pro Condensed" w:hAnsi="Univers Next Pro Condensed" w:cs="Arial"/>
                <w:color w:val="000000"/>
                <w:sz w:val="20"/>
                <w:szCs w:val="20"/>
              </w:rPr>
            </w:pPr>
            <w:r w:rsidRPr="00372969">
              <w:rPr>
                <w:rFonts w:ascii="Univers Next Pro Condensed" w:eastAsia="MS Gothic" w:hAnsi="Univers Next Pro Condensed" w:cs="Arial"/>
                <w:color w:val="000000"/>
                <w:sz w:val="20"/>
                <w:szCs w:val="20"/>
              </w:rPr>
              <w:t>Votre régime disciplinaire est-il gradué, proportionnel et concordant avec le code de conduite ?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C86F5" w14:textId="77777777" w:rsidR="009D321B" w:rsidRPr="00372969" w:rsidRDefault="009D321B" w:rsidP="00505548">
            <w:pPr>
              <w:jc w:val="center"/>
              <w:rPr>
                <w:rFonts w:ascii="Univers Next Pro Condensed" w:hAnsi="Univers Next Pro Condensed" w:cs="Arial"/>
                <w:color w:val="000000"/>
                <w:sz w:val="20"/>
                <w:szCs w:val="20"/>
              </w:rPr>
            </w:pPr>
            <w:r w:rsidRPr="00372969">
              <w:rPr>
                <w:rFonts w:ascii="Univers Next Pro Condensed" w:hAnsi="Univers Next Pro Condensed" w:cs="Arial"/>
                <w:color w:val="000000"/>
                <w:sz w:val="20"/>
                <w:szCs w:val="20"/>
              </w:rPr>
              <w:t>Oui/Non</w:t>
            </w:r>
          </w:p>
        </w:tc>
      </w:tr>
      <w:tr w:rsidR="009D321B" w:rsidRPr="00372969" w14:paraId="3FFB6CE6" w14:textId="77777777" w:rsidTr="00505548">
        <w:trPr>
          <w:trHeight w:val="388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33BD5" w14:textId="7BBE96CE" w:rsidR="009D321B" w:rsidRPr="00372969" w:rsidRDefault="009D321B" w:rsidP="00505548">
            <w:pPr>
              <w:jc w:val="left"/>
              <w:rPr>
                <w:rFonts w:ascii="Univers Next Pro Condensed" w:hAnsi="Univers Next Pro Condensed" w:cs="Arial"/>
                <w:color w:val="000000"/>
                <w:sz w:val="20"/>
                <w:szCs w:val="20"/>
              </w:rPr>
            </w:pPr>
            <w:r w:rsidRPr="00372969">
              <w:rPr>
                <w:rFonts w:ascii="Univers Next Pro Condensed" w:eastAsia="MS Gothic" w:hAnsi="Univers Next Pro Condensed" w:cs="Arial"/>
                <w:color w:val="000000"/>
                <w:sz w:val="20"/>
                <w:szCs w:val="20"/>
              </w:rPr>
              <w:t>Disposez-vous d’un dispositif d’alerte professionnelle ?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B2947" w14:textId="77777777" w:rsidR="009D321B" w:rsidRPr="00372969" w:rsidRDefault="009D321B" w:rsidP="00505548">
            <w:pPr>
              <w:jc w:val="center"/>
              <w:rPr>
                <w:rFonts w:ascii="Univers Next Pro Condensed" w:hAnsi="Univers Next Pro Condensed" w:cs="Arial"/>
                <w:color w:val="000000"/>
                <w:sz w:val="20"/>
                <w:szCs w:val="20"/>
              </w:rPr>
            </w:pPr>
            <w:r w:rsidRPr="00372969">
              <w:rPr>
                <w:rFonts w:ascii="Univers Next Pro Condensed" w:hAnsi="Univers Next Pro Condensed" w:cs="Arial"/>
                <w:color w:val="000000"/>
                <w:sz w:val="20"/>
                <w:szCs w:val="20"/>
              </w:rPr>
              <w:t>Oui/Non</w:t>
            </w:r>
          </w:p>
        </w:tc>
      </w:tr>
      <w:tr w:rsidR="009D321B" w:rsidRPr="00372969" w14:paraId="2281A48C" w14:textId="77777777" w:rsidTr="00505548">
        <w:trPr>
          <w:trHeight w:val="567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D80CF" w14:textId="51B79035" w:rsidR="009D321B" w:rsidRPr="00372969" w:rsidRDefault="009D321B" w:rsidP="00505548">
            <w:pPr>
              <w:jc w:val="left"/>
              <w:rPr>
                <w:rFonts w:ascii="Univers Next Pro Condensed" w:hAnsi="Univers Next Pro Condensed" w:cs="Arial"/>
                <w:color w:val="000000"/>
                <w:sz w:val="20"/>
                <w:szCs w:val="20"/>
              </w:rPr>
            </w:pPr>
            <w:r w:rsidRPr="00372969">
              <w:rPr>
                <w:rFonts w:ascii="Univers Next Pro Condensed" w:eastAsia="MS Gothic" w:hAnsi="Univers Next Pro Condensed" w:cs="Arial"/>
                <w:color w:val="000000"/>
                <w:sz w:val="20"/>
                <w:szCs w:val="20"/>
              </w:rPr>
              <w:t>A qui ce dispositif d'alerte professionnelle est-il destiné ?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66BBB" w14:textId="77777777" w:rsidR="00BD0E68" w:rsidRPr="00372969" w:rsidRDefault="009D321B" w:rsidP="00505548">
            <w:pPr>
              <w:jc w:val="center"/>
              <w:rPr>
                <w:rFonts w:ascii="Univers Next Pro Condensed" w:hAnsi="Univers Next Pro Condensed" w:cs="Arial"/>
                <w:color w:val="000000"/>
                <w:sz w:val="20"/>
                <w:szCs w:val="20"/>
              </w:rPr>
            </w:pPr>
            <w:r w:rsidRPr="00372969">
              <w:rPr>
                <w:rFonts w:ascii="Univers Next Pro Condensed" w:hAnsi="Univers Next Pro Condensed" w:cs="Arial"/>
                <w:color w:val="000000"/>
                <w:sz w:val="20"/>
                <w:szCs w:val="20"/>
              </w:rPr>
              <w:t>Aux employés de l'organisation exclusivement/</w:t>
            </w:r>
          </w:p>
          <w:p w14:paraId="6E934316" w14:textId="0AE634DB" w:rsidR="009D321B" w:rsidRPr="00372969" w:rsidRDefault="009D321B" w:rsidP="00505548">
            <w:pPr>
              <w:jc w:val="center"/>
              <w:rPr>
                <w:rFonts w:ascii="Univers Next Pro Condensed" w:hAnsi="Univers Next Pro Condensed" w:cs="Arial"/>
                <w:color w:val="000000"/>
                <w:sz w:val="20"/>
                <w:szCs w:val="20"/>
              </w:rPr>
            </w:pPr>
            <w:r w:rsidRPr="00372969">
              <w:rPr>
                <w:rFonts w:ascii="Univers Next Pro Condensed" w:hAnsi="Univers Next Pro Condensed" w:cs="Arial"/>
                <w:color w:val="000000"/>
                <w:sz w:val="20"/>
                <w:szCs w:val="20"/>
              </w:rPr>
              <w:t>Aux employés de l'organisation et aux tierces parties</w:t>
            </w:r>
          </w:p>
        </w:tc>
      </w:tr>
      <w:tr w:rsidR="009D321B" w:rsidRPr="00372969" w14:paraId="4E0E891E" w14:textId="77777777" w:rsidTr="00505548">
        <w:trPr>
          <w:trHeight w:val="418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24495" w14:textId="5CE428AC" w:rsidR="009D321B" w:rsidRPr="00372969" w:rsidRDefault="009D321B" w:rsidP="00505548">
            <w:pPr>
              <w:jc w:val="left"/>
              <w:rPr>
                <w:rFonts w:ascii="Univers Next Pro Condensed" w:hAnsi="Univers Next Pro Condensed" w:cs="Arial"/>
                <w:color w:val="000000"/>
                <w:sz w:val="20"/>
                <w:szCs w:val="20"/>
              </w:rPr>
            </w:pPr>
            <w:r w:rsidRPr="00372969">
              <w:rPr>
                <w:rFonts w:ascii="Univers Next Pro Condensed" w:eastAsia="MS Gothic" w:hAnsi="Univers Next Pro Condensed" w:cs="Arial"/>
                <w:color w:val="000000"/>
                <w:sz w:val="20"/>
                <w:szCs w:val="20"/>
              </w:rPr>
              <w:t>Disposez-vous d’un processus d’évaluation de vos tiers ?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DEB09" w14:textId="77777777" w:rsidR="009D321B" w:rsidRPr="00372969" w:rsidRDefault="009D321B" w:rsidP="00505548">
            <w:pPr>
              <w:jc w:val="center"/>
              <w:rPr>
                <w:rFonts w:ascii="Univers Next Pro Condensed" w:hAnsi="Univers Next Pro Condensed" w:cs="Arial"/>
                <w:color w:val="000000"/>
                <w:sz w:val="20"/>
                <w:szCs w:val="20"/>
              </w:rPr>
            </w:pPr>
            <w:r w:rsidRPr="00372969">
              <w:rPr>
                <w:rFonts w:ascii="Univers Next Pro Condensed" w:hAnsi="Univers Next Pro Condensed" w:cs="Arial"/>
                <w:color w:val="000000"/>
                <w:sz w:val="20"/>
                <w:szCs w:val="20"/>
              </w:rPr>
              <w:t>Oui/Non</w:t>
            </w:r>
          </w:p>
        </w:tc>
      </w:tr>
      <w:tr w:rsidR="009D321B" w:rsidRPr="00372969" w14:paraId="6FEA5DD0" w14:textId="77777777" w:rsidTr="00505548">
        <w:trPr>
          <w:trHeight w:val="567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F1D5D" w14:textId="4AA831D8" w:rsidR="009D321B" w:rsidRPr="00372969" w:rsidRDefault="009D321B" w:rsidP="00505548">
            <w:pPr>
              <w:jc w:val="left"/>
              <w:rPr>
                <w:rFonts w:ascii="Univers Next Pro Condensed" w:hAnsi="Univers Next Pro Condensed" w:cs="Arial"/>
                <w:color w:val="000000"/>
                <w:sz w:val="20"/>
                <w:szCs w:val="20"/>
              </w:rPr>
            </w:pPr>
            <w:r w:rsidRPr="00372969">
              <w:rPr>
                <w:rFonts w:ascii="Univers Next Pro Condensed" w:eastAsia="MS Gothic" w:hAnsi="Univers Next Pro Condensed" w:cs="Arial"/>
                <w:color w:val="000000"/>
                <w:sz w:val="20"/>
                <w:szCs w:val="20"/>
              </w:rPr>
              <w:t>Cette évaluation couvre-t-elle l’ensemble de la chaîne de valeur (approvisionnement, production, commercialisation) ?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64DFB" w14:textId="77777777" w:rsidR="009D321B" w:rsidRPr="00372969" w:rsidRDefault="009D321B" w:rsidP="00505548">
            <w:pPr>
              <w:jc w:val="center"/>
              <w:rPr>
                <w:rFonts w:ascii="Univers Next Pro Condensed" w:hAnsi="Univers Next Pro Condensed" w:cs="Arial"/>
                <w:color w:val="000000"/>
                <w:sz w:val="20"/>
                <w:szCs w:val="20"/>
              </w:rPr>
            </w:pPr>
            <w:r w:rsidRPr="00372969">
              <w:rPr>
                <w:rFonts w:ascii="Univers Next Pro Condensed" w:hAnsi="Univers Next Pro Condensed" w:cs="Arial"/>
                <w:color w:val="000000"/>
                <w:sz w:val="20"/>
                <w:szCs w:val="20"/>
              </w:rPr>
              <w:t>Oui/Non</w:t>
            </w:r>
          </w:p>
        </w:tc>
      </w:tr>
      <w:tr w:rsidR="009D321B" w:rsidRPr="00372969" w14:paraId="28CADA51" w14:textId="77777777" w:rsidTr="00505548">
        <w:trPr>
          <w:trHeight w:val="567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DE748" w14:textId="37551BE4" w:rsidR="009D321B" w:rsidRPr="00372969" w:rsidRDefault="009D321B" w:rsidP="00505548">
            <w:pPr>
              <w:jc w:val="left"/>
              <w:rPr>
                <w:rFonts w:ascii="Univers Next Pro Condensed" w:hAnsi="Univers Next Pro Condensed" w:cs="Arial"/>
                <w:color w:val="000000"/>
                <w:sz w:val="20"/>
                <w:szCs w:val="20"/>
              </w:rPr>
            </w:pPr>
            <w:r w:rsidRPr="00372969">
              <w:rPr>
                <w:rFonts w:ascii="Univers Next Pro Condensed" w:eastAsia="MS Gothic" w:hAnsi="Univers Next Pro Condensed" w:cs="Arial"/>
                <w:color w:val="000000"/>
                <w:sz w:val="20"/>
                <w:szCs w:val="20"/>
              </w:rPr>
              <w:t>Quand cette évaluation est-elle effectuée ?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1589C" w14:textId="77777777" w:rsidR="00BD0E68" w:rsidRPr="00372969" w:rsidRDefault="009D321B" w:rsidP="00505548">
            <w:pPr>
              <w:jc w:val="center"/>
              <w:rPr>
                <w:rFonts w:ascii="Univers Next Pro Condensed" w:hAnsi="Univers Next Pro Condensed" w:cs="Arial"/>
                <w:color w:val="000000"/>
                <w:sz w:val="20"/>
                <w:szCs w:val="20"/>
              </w:rPr>
            </w:pPr>
            <w:r w:rsidRPr="00372969">
              <w:rPr>
                <w:rFonts w:ascii="Univers Next Pro Condensed" w:hAnsi="Univers Next Pro Condensed" w:cs="Arial"/>
                <w:color w:val="000000"/>
                <w:sz w:val="20"/>
                <w:szCs w:val="20"/>
              </w:rPr>
              <w:t>Lors de l'entrée en relation/</w:t>
            </w:r>
          </w:p>
          <w:p w14:paraId="4F3E6C3A" w14:textId="14DE1B13" w:rsidR="009D321B" w:rsidRPr="00372969" w:rsidRDefault="009D321B" w:rsidP="00505548">
            <w:pPr>
              <w:jc w:val="center"/>
              <w:rPr>
                <w:rFonts w:ascii="Univers Next Pro Condensed" w:hAnsi="Univers Next Pro Condensed" w:cs="Arial"/>
                <w:color w:val="000000"/>
                <w:sz w:val="20"/>
                <w:szCs w:val="20"/>
              </w:rPr>
            </w:pPr>
            <w:r w:rsidRPr="00372969">
              <w:rPr>
                <w:rFonts w:ascii="Univers Next Pro Condensed" w:hAnsi="Univers Next Pro Condensed" w:cs="Arial"/>
                <w:color w:val="000000"/>
                <w:sz w:val="20"/>
                <w:szCs w:val="20"/>
              </w:rPr>
              <w:t>Lors de l'entrée en relation et en continu</w:t>
            </w:r>
          </w:p>
        </w:tc>
      </w:tr>
      <w:tr w:rsidR="009D321B" w:rsidRPr="00372969" w14:paraId="41C94AAB" w14:textId="77777777" w:rsidTr="00505548">
        <w:trPr>
          <w:trHeight w:val="567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628D3" w14:textId="66E446C1" w:rsidR="009D321B" w:rsidRPr="00372969" w:rsidRDefault="009D321B" w:rsidP="00505548">
            <w:pPr>
              <w:jc w:val="left"/>
              <w:rPr>
                <w:rFonts w:ascii="Univers Next Pro Condensed" w:hAnsi="Univers Next Pro Condensed" w:cs="Arial"/>
                <w:color w:val="000000"/>
                <w:sz w:val="20"/>
                <w:szCs w:val="20"/>
              </w:rPr>
            </w:pPr>
            <w:r w:rsidRPr="00372969">
              <w:rPr>
                <w:rFonts w:ascii="Univers Next Pro Condensed" w:eastAsia="MS Gothic" w:hAnsi="Univers Next Pro Condensed" w:cs="Arial"/>
                <w:color w:val="000000"/>
                <w:sz w:val="20"/>
                <w:szCs w:val="20"/>
              </w:rPr>
              <w:t xml:space="preserve">Disposez-vous d’un processus de contrôle et d’audit interne en charge des risques d’atteintes à la probité ?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8E080" w14:textId="77777777" w:rsidR="009D321B" w:rsidRPr="00372969" w:rsidRDefault="009D321B" w:rsidP="00505548">
            <w:pPr>
              <w:jc w:val="center"/>
              <w:rPr>
                <w:rFonts w:ascii="Univers Next Pro Condensed" w:hAnsi="Univers Next Pro Condensed" w:cs="Arial"/>
                <w:color w:val="000000"/>
                <w:sz w:val="20"/>
                <w:szCs w:val="20"/>
              </w:rPr>
            </w:pPr>
            <w:r w:rsidRPr="00372969">
              <w:rPr>
                <w:rFonts w:ascii="Univers Next Pro Condensed" w:hAnsi="Univers Next Pro Condensed" w:cs="Arial"/>
                <w:color w:val="000000"/>
                <w:sz w:val="20"/>
                <w:szCs w:val="20"/>
              </w:rPr>
              <w:t>Oui/Non</w:t>
            </w:r>
          </w:p>
        </w:tc>
      </w:tr>
      <w:tr w:rsidR="009D321B" w:rsidRPr="00372969" w14:paraId="72492D00" w14:textId="77777777" w:rsidTr="00505548">
        <w:trPr>
          <w:trHeight w:val="567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2567D" w14:textId="77777777" w:rsidR="009D321B" w:rsidRPr="00372969" w:rsidRDefault="009D321B" w:rsidP="00505548">
            <w:pPr>
              <w:jc w:val="left"/>
              <w:rPr>
                <w:rFonts w:ascii="Univers Next Pro Condensed" w:hAnsi="Univers Next Pro Condensed" w:cs="Arial"/>
                <w:color w:val="000000"/>
                <w:sz w:val="20"/>
                <w:szCs w:val="20"/>
              </w:rPr>
            </w:pPr>
            <w:r w:rsidRPr="00372969">
              <w:rPr>
                <w:rFonts w:ascii="Univers Next Pro Condensed" w:eastAsia="MS Gothic" w:hAnsi="Univers Next Pro Condensed" w:cs="Arial"/>
                <w:color w:val="000000"/>
                <w:sz w:val="20"/>
                <w:szCs w:val="20"/>
              </w:rPr>
              <w:t>Ce dispositif inclut-il un contrôle comptable ?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CE77B" w14:textId="77777777" w:rsidR="009D321B" w:rsidRPr="00372969" w:rsidRDefault="009D321B" w:rsidP="00505548">
            <w:pPr>
              <w:jc w:val="center"/>
              <w:rPr>
                <w:rFonts w:ascii="Univers Next Pro Condensed" w:hAnsi="Univers Next Pro Condensed" w:cs="Arial"/>
                <w:color w:val="000000"/>
                <w:sz w:val="20"/>
                <w:szCs w:val="20"/>
              </w:rPr>
            </w:pPr>
            <w:r w:rsidRPr="00372969">
              <w:rPr>
                <w:rFonts w:ascii="Univers Next Pro Condensed" w:hAnsi="Univers Next Pro Condensed" w:cs="Arial"/>
                <w:color w:val="000000"/>
                <w:sz w:val="20"/>
                <w:szCs w:val="20"/>
              </w:rPr>
              <w:t>Oui/Non</w:t>
            </w:r>
          </w:p>
        </w:tc>
      </w:tr>
      <w:tr w:rsidR="009D321B" w:rsidRPr="00372969" w14:paraId="62618B85" w14:textId="77777777" w:rsidTr="00505548">
        <w:trPr>
          <w:trHeight w:val="567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05899" w14:textId="7DD4E9E7" w:rsidR="009D321B" w:rsidRPr="00372969" w:rsidRDefault="009D321B" w:rsidP="00505548">
            <w:pPr>
              <w:jc w:val="left"/>
              <w:rPr>
                <w:rFonts w:ascii="Univers Next Pro Condensed" w:hAnsi="Univers Next Pro Condensed" w:cs="Arial"/>
                <w:color w:val="000000"/>
                <w:sz w:val="20"/>
                <w:szCs w:val="20"/>
              </w:rPr>
            </w:pPr>
            <w:r w:rsidRPr="00372969">
              <w:rPr>
                <w:rFonts w:ascii="Univers Next Pro Condensed" w:hAnsi="Univers Next Pro Condensed" w:cs="Arial"/>
                <w:color w:val="000000"/>
                <w:sz w:val="20"/>
                <w:szCs w:val="20"/>
              </w:rPr>
              <w:t>Ce dispositif inclut-il une revue périodique de vos processus et politiques ?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3F2AC" w14:textId="77777777" w:rsidR="009D321B" w:rsidRPr="00372969" w:rsidRDefault="009D321B" w:rsidP="00505548">
            <w:pPr>
              <w:jc w:val="center"/>
              <w:rPr>
                <w:rFonts w:ascii="Univers Next Pro Condensed" w:hAnsi="Univers Next Pro Condensed" w:cs="Arial"/>
                <w:color w:val="000000"/>
                <w:sz w:val="20"/>
                <w:szCs w:val="20"/>
              </w:rPr>
            </w:pPr>
            <w:r w:rsidRPr="00372969">
              <w:rPr>
                <w:rFonts w:ascii="Univers Next Pro Condensed" w:hAnsi="Univers Next Pro Condensed" w:cs="Arial"/>
                <w:color w:val="000000"/>
                <w:sz w:val="20"/>
                <w:szCs w:val="20"/>
              </w:rPr>
              <w:t>Oui/Non</w:t>
            </w:r>
          </w:p>
        </w:tc>
      </w:tr>
    </w:tbl>
    <w:p w14:paraId="3289089F" w14:textId="3521007B" w:rsidR="00372969" w:rsidRDefault="00372969" w:rsidP="00052722">
      <w:pPr>
        <w:rPr>
          <w:rFonts w:eastAsia="MS Gothic"/>
        </w:rPr>
      </w:pPr>
    </w:p>
    <w:p w14:paraId="4E1C4A3F" w14:textId="4FB08AE1" w:rsidR="00372969" w:rsidRDefault="00372969">
      <w:pPr>
        <w:jc w:val="left"/>
        <w:rPr>
          <w:rFonts w:eastAsia="MS Gothic"/>
        </w:rPr>
      </w:pPr>
      <w:r>
        <w:rPr>
          <w:rFonts w:eastAsia="MS Gothic"/>
        </w:rPr>
        <w:br w:type="page"/>
      </w:r>
    </w:p>
    <w:p w14:paraId="42CCC795" w14:textId="451183E8" w:rsidR="00372969" w:rsidRDefault="00372969">
      <w:pPr>
        <w:jc w:val="left"/>
        <w:rPr>
          <w:rFonts w:eastAsia="MS Gothic"/>
        </w:rPr>
      </w:pPr>
    </w:p>
    <w:p w14:paraId="4BFE40E2" w14:textId="77777777" w:rsidR="00372969" w:rsidRDefault="00372969">
      <w:pPr>
        <w:jc w:val="left"/>
        <w:rPr>
          <w:rFonts w:eastAsia="MS Gothic"/>
        </w:rPr>
      </w:pPr>
    </w:p>
    <w:p w14:paraId="1E68CA2E" w14:textId="77777777" w:rsidR="00B23B45" w:rsidRPr="00052722" w:rsidRDefault="00B23B45" w:rsidP="00052722">
      <w:pPr>
        <w:rPr>
          <w:rFonts w:eastAsia="MS Gothic"/>
        </w:rPr>
      </w:pPr>
    </w:p>
    <w:sectPr w:rsidR="00B23B45" w:rsidRPr="00052722" w:rsidSect="00BD0E68">
      <w:footerReference w:type="default" r:id="rId11"/>
      <w:headerReference w:type="first" r:id="rId12"/>
      <w:pgSz w:w="11909" w:h="16834"/>
      <w:pgMar w:top="1134" w:right="992" w:bottom="567" w:left="992" w:header="567" w:footer="454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6631AD" w14:textId="77777777" w:rsidR="00317786" w:rsidRDefault="00317786" w:rsidP="00E047CE">
      <w:r>
        <w:separator/>
      </w:r>
    </w:p>
    <w:p w14:paraId="208C987C" w14:textId="77777777" w:rsidR="00317786" w:rsidRDefault="00317786" w:rsidP="00E047CE"/>
    <w:p w14:paraId="4CC29055" w14:textId="77777777" w:rsidR="00317786" w:rsidRDefault="00317786" w:rsidP="00E047CE"/>
    <w:p w14:paraId="5F27EB10" w14:textId="77777777" w:rsidR="00317786" w:rsidRDefault="00317786" w:rsidP="00E047CE"/>
    <w:p w14:paraId="1971AB04" w14:textId="77777777" w:rsidR="00317786" w:rsidRDefault="00317786"/>
  </w:endnote>
  <w:endnote w:type="continuationSeparator" w:id="0">
    <w:p w14:paraId="6726A8F4" w14:textId="77777777" w:rsidR="00317786" w:rsidRDefault="00317786" w:rsidP="00E047CE">
      <w:r>
        <w:continuationSeparator/>
      </w:r>
    </w:p>
    <w:p w14:paraId="512C7E51" w14:textId="77777777" w:rsidR="00317786" w:rsidRDefault="00317786" w:rsidP="00E047CE"/>
    <w:p w14:paraId="32F6D5EC" w14:textId="77777777" w:rsidR="00317786" w:rsidRDefault="00317786" w:rsidP="00E047CE"/>
    <w:p w14:paraId="4279992C" w14:textId="77777777" w:rsidR="00317786" w:rsidRDefault="00317786" w:rsidP="00E047CE"/>
    <w:p w14:paraId="4DF6100A" w14:textId="77777777" w:rsidR="00317786" w:rsidRDefault="00317786"/>
  </w:endnote>
  <w:endnote w:type="continuationNotice" w:id="1">
    <w:p w14:paraId="614B9017" w14:textId="77777777" w:rsidR="00317786" w:rsidRDefault="0031778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Univers Next Pro Condensed">
    <w:altName w:val="Calibri"/>
    <w:panose1 w:val="020B0506030202020203"/>
    <w:charset w:val="00"/>
    <w:family w:val="swiss"/>
    <w:notTrueType/>
    <w:pitch w:val="variable"/>
    <w:sig w:usb0="A000002F" w:usb1="5000205B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754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ayout w:type="fixed"/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769"/>
      <w:gridCol w:w="261"/>
      <w:gridCol w:w="1725"/>
      <w:gridCol w:w="284"/>
      <w:gridCol w:w="7715"/>
    </w:tblGrid>
    <w:tr w:rsidR="001532C8" w:rsidRPr="001773CC" w14:paraId="65944581" w14:textId="77777777" w:rsidTr="008A1625">
      <w:trPr>
        <w:trHeight w:val="65"/>
      </w:trPr>
      <w:tc>
        <w:tcPr>
          <w:tcW w:w="769" w:type="dxa"/>
          <w:shd w:val="clear" w:color="auto" w:fill="auto"/>
          <w:vAlign w:val="center"/>
        </w:tcPr>
        <w:p w14:paraId="5E0B3DAC" w14:textId="6FA87C04" w:rsidR="001532C8" w:rsidRPr="005050F1" w:rsidRDefault="001532C8" w:rsidP="007F73E4">
          <w:pPr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261" w:type="dxa"/>
          <w:vAlign w:val="center"/>
        </w:tcPr>
        <w:p w14:paraId="7049C8F2" w14:textId="2DAA9061" w:rsidR="001532C8" w:rsidRPr="005050F1" w:rsidRDefault="001532C8" w:rsidP="007F73E4">
          <w:pPr>
            <w:ind w:left="72" w:hanging="72"/>
            <w:rPr>
              <w:rFonts w:ascii="Arial" w:hAnsi="Arial" w:cs="Arial"/>
              <w:color w:val="E32119"/>
              <w:sz w:val="18"/>
              <w:szCs w:val="18"/>
            </w:rPr>
          </w:pPr>
        </w:p>
      </w:tc>
      <w:tc>
        <w:tcPr>
          <w:tcW w:w="1725" w:type="dxa"/>
          <w:tcMar>
            <w:left w:w="57" w:type="dxa"/>
            <w:right w:w="57" w:type="dxa"/>
          </w:tcMar>
          <w:vAlign w:val="center"/>
        </w:tcPr>
        <w:p w14:paraId="59AEE778" w14:textId="03719483" w:rsidR="001532C8" w:rsidRPr="005050F1" w:rsidRDefault="001532C8" w:rsidP="007F73E4">
          <w:pPr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284" w:type="dxa"/>
          <w:vAlign w:val="center"/>
        </w:tcPr>
        <w:p w14:paraId="25F2D4AA" w14:textId="375B0CB4" w:rsidR="001532C8" w:rsidRPr="005050F1" w:rsidRDefault="001532C8" w:rsidP="007F73E4">
          <w:pPr>
            <w:rPr>
              <w:rFonts w:ascii="Arial" w:hAnsi="Arial" w:cs="Arial"/>
              <w:color w:val="E32119"/>
              <w:sz w:val="18"/>
              <w:szCs w:val="18"/>
            </w:rPr>
          </w:pPr>
        </w:p>
      </w:tc>
      <w:tc>
        <w:tcPr>
          <w:tcW w:w="7715" w:type="dxa"/>
          <w:vAlign w:val="center"/>
        </w:tcPr>
        <w:p w14:paraId="6FD55113" w14:textId="6B5D4F79" w:rsidR="001532C8" w:rsidRPr="005050F1" w:rsidRDefault="001532C8" w:rsidP="007F73E4">
          <w:pPr>
            <w:jc w:val="left"/>
            <w:rPr>
              <w:rFonts w:ascii="Arial" w:hAnsi="Arial" w:cs="Arial"/>
              <w:sz w:val="18"/>
              <w:szCs w:val="18"/>
            </w:rPr>
          </w:pPr>
        </w:p>
      </w:tc>
    </w:tr>
  </w:tbl>
  <w:p w14:paraId="043B4C98" w14:textId="77777777" w:rsidR="001532C8" w:rsidRDefault="001532C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98CD93" w14:textId="77777777" w:rsidR="00317786" w:rsidRPr="002577F8" w:rsidRDefault="00317786" w:rsidP="002577F8">
      <w:pPr>
        <w:pStyle w:val="Pieddepage"/>
      </w:pPr>
    </w:p>
  </w:footnote>
  <w:footnote w:type="continuationSeparator" w:id="0">
    <w:p w14:paraId="2129A8D7" w14:textId="77777777" w:rsidR="00317786" w:rsidRPr="002577F8" w:rsidRDefault="00317786" w:rsidP="002577F8">
      <w:pPr>
        <w:pStyle w:val="Pieddepage"/>
      </w:pPr>
    </w:p>
  </w:footnote>
  <w:footnote w:type="continuationNotice" w:id="1">
    <w:p w14:paraId="48BFE50A" w14:textId="77777777" w:rsidR="00317786" w:rsidRPr="002577F8" w:rsidRDefault="00317786" w:rsidP="002577F8">
      <w:pPr>
        <w:pStyle w:val="Pieddepage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0C8D3C" w14:textId="4F6B5E58" w:rsidR="00644F51" w:rsidRPr="00372969" w:rsidRDefault="00372969" w:rsidP="00372969">
    <w:pPr>
      <w:pStyle w:val="En-tte"/>
      <w:rPr>
        <w:rFonts w:eastAsia="MS Gothic"/>
      </w:rPr>
    </w:pPr>
    <w:r w:rsidRPr="00DC4D9A">
      <w:rPr>
        <w:rFonts w:ascii="Univers Next Pro Condensed" w:hAnsi="Univers Next Pro Condensed"/>
        <w:noProof/>
      </w:rPr>
      <w:drawing>
        <wp:anchor distT="0" distB="0" distL="114300" distR="114300" simplePos="0" relativeHeight="251659264" behindDoc="1" locked="0" layoutInCell="1" allowOverlap="1" wp14:anchorId="650F39D9" wp14:editId="7E0D8533">
          <wp:simplePos x="0" y="0"/>
          <wp:positionH relativeFrom="column">
            <wp:posOffset>-304800</wp:posOffset>
          </wp:positionH>
          <wp:positionV relativeFrom="paragraph">
            <wp:posOffset>-142875</wp:posOffset>
          </wp:positionV>
          <wp:extent cx="2388870" cy="657860"/>
          <wp:effectExtent l="0" t="0" r="0" b="8890"/>
          <wp:wrapNone/>
          <wp:docPr id="1790105902" name="Image 17901059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541" t="37463" r="17916" b="37758"/>
                  <a:stretch>
                    <a:fillRect/>
                  </a:stretch>
                </pic:blipFill>
                <pic:spPr>
                  <a:xfrm>
                    <a:off x="0" y="0"/>
                    <a:ext cx="2388870" cy="6578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17924"/>
    <w:multiLevelType w:val="hybridMultilevel"/>
    <w:tmpl w:val="678493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D22FFC"/>
    <w:multiLevelType w:val="hybridMultilevel"/>
    <w:tmpl w:val="AC76DD62"/>
    <w:lvl w:ilvl="0" w:tplc="68D04C4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D9DC3E"/>
    <w:multiLevelType w:val="hybridMultilevel"/>
    <w:tmpl w:val="F8CC2D7C"/>
    <w:lvl w:ilvl="0" w:tplc="7C7AE5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488B5B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6FECC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228B3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E0A687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38E9F7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7F479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F4449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1C4B1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F20044"/>
    <w:multiLevelType w:val="hybridMultilevel"/>
    <w:tmpl w:val="9DE850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96223C"/>
    <w:multiLevelType w:val="hybridMultilevel"/>
    <w:tmpl w:val="D30AE7D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AA1C68"/>
    <w:multiLevelType w:val="hybridMultilevel"/>
    <w:tmpl w:val="078255AE"/>
    <w:lvl w:ilvl="0" w:tplc="24E27FCE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B6679BC"/>
    <w:multiLevelType w:val="multilevel"/>
    <w:tmpl w:val="A0EE545E"/>
    <w:styleLink w:val="PucesSNI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FF0000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  <w:sz w:val="22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333D49"/>
    <w:multiLevelType w:val="hybridMultilevel"/>
    <w:tmpl w:val="D1043E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B804C1"/>
    <w:multiLevelType w:val="hybridMultilevel"/>
    <w:tmpl w:val="03C4BC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E60AAA"/>
    <w:multiLevelType w:val="hybridMultilevel"/>
    <w:tmpl w:val="1182EA16"/>
    <w:lvl w:ilvl="0" w:tplc="040C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0" w15:restartNumberingAfterBreak="0">
    <w:nsid w:val="1E706077"/>
    <w:multiLevelType w:val="hybridMultilevel"/>
    <w:tmpl w:val="14127B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2F3EB3"/>
    <w:multiLevelType w:val="multilevel"/>
    <w:tmpl w:val="38D844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9753711"/>
    <w:multiLevelType w:val="hybridMultilevel"/>
    <w:tmpl w:val="13227C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DB68A0"/>
    <w:multiLevelType w:val="hybridMultilevel"/>
    <w:tmpl w:val="8F5A074C"/>
    <w:lvl w:ilvl="0" w:tplc="2E1C51CC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48344D"/>
    <w:multiLevelType w:val="hybridMultilevel"/>
    <w:tmpl w:val="275EC108"/>
    <w:lvl w:ilvl="0" w:tplc="CB82BABA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6F0593"/>
    <w:multiLevelType w:val="hybridMultilevel"/>
    <w:tmpl w:val="2B98C2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BD53E3"/>
    <w:multiLevelType w:val="hybridMultilevel"/>
    <w:tmpl w:val="82C2AA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C8DA00"/>
    <w:multiLevelType w:val="hybridMultilevel"/>
    <w:tmpl w:val="310AD97A"/>
    <w:lvl w:ilvl="0" w:tplc="C73A6E24">
      <w:start w:val="1"/>
      <w:numFmt w:val="bullet"/>
      <w:lvlText w:val="o"/>
      <w:lvlJc w:val="left"/>
      <w:pPr>
        <w:ind w:left="1429" w:hanging="360"/>
      </w:pPr>
      <w:rPr>
        <w:rFonts w:ascii="Courier New" w:hAnsi="Courier New" w:hint="default"/>
      </w:rPr>
    </w:lvl>
    <w:lvl w:ilvl="1" w:tplc="DAE2A364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BDF25F9A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16A8630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5A10A4EE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ADBA5D38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7F86A22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3BA46B0A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F0BAA7AE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2EF3A20"/>
    <w:multiLevelType w:val="hybridMultilevel"/>
    <w:tmpl w:val="5AB4085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CB7658"/>
    <w:multiLevelType w:val="hybridMultilevel"/>
    <w:tmpl w:val="9E349F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E62DFC"/>
    <w:multiLevelType w:val="hybridMultilevel"/>
    <w:tmpl w:val="DDB63DA2"/>
    <w:lvl w:ilvl="0" w:tplc="061C71BE">
      <w:start w:val="1"/>
      <w:numFmt w:val="bullet"/>
      <w:pStyle w:val="Puce"/>
      <w:lvlText w:val=""/>
      <w:lvlJc w:val="left"/>
      <w:pPr>
        <w:tabs>
          <w:tab w:val="num" w:pos="3205"/>
        </w:tabs>
        <w:ind w:left="3205" w:hanging="360"/>
      </w:pPr>
      <w:rPr>
        <w:rFonts w:ascii="Wingdings" w:hAnsi="Wingdings" w:hint="default"/>
        <w:color w:val="FF6600"/>
        <w:sz w:val="16"/>
      </w:rPr>
    </w:lvl>
    <w:lvl w:ilvl="1" w:tplc="B172CFF0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Arial" w:hAnsi="Arial" w:hint="default"/>
        <w:color w:val="FF6600"/>
        <w:sz w:val="16"/>
      </w:rPr>
    </w:lvl>
    <w:lvl w:ilvl="2" w:tplc="0005040C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92B7165"/>
    <w:multiLevelType w:val="hybridMultilevel"/>
    <w:tmpl w:val="FB3491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DC1F9B"/>
    <w:multiLevelType w:val="hybridMultilevel"/>
    <w:tmpl w:val="E070A4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803C4E"/>
    <w:multiLevelType w:val="multilevel"/>
    <w:tmpl w:val="2A34608E"/>
    <w:lvl w:ilvl="0">
      <w:start w:val="1"/>
      <w:numFmt w:val="bullet"/>
      <w:pStyle w:val="SNIListe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6A6A6"/>
      </w:rPr>
    </w:lvl>
    <w:lvl w:ilvl="1">
      <w:start w:val="1"/>
      <w:numFmt w:val="bullet"/>
      <w:lvlText w:val="-"/>
      <w:lvlJc w:val="left"/>
      <w:pPr>
        <w:ind w:left="1440" w:hanging="1100"/>
      </w:pPr>
      <w:rPr>
        <w:rFonts w:ascii="Arial" w:hAnsi="Arial" w:hint="default"/>
        <w:sz w:val="22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B25736"/>
    <w:multiLevelType w:val="hybridMultilevel"/>
    <w:tmpl w:val="E06623E0"/>
    <w:lvl w:ilvl="0" w:tplc="040C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6F5214"/>
    <w:multiLevelType w:val="hybridMultilevel"/>
    <w:tmpl w:val="95B4BF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D4469E"/>
    <w:multiLevelType w:val="multilevel"/>
    <w:tmpl w:val="D506F0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1711"/>
        </w:tabs>
        <w:ind w:left="1711" w:hanging="576"/>
      </w:pPr>
    </w:lvl>
    <w:lvl w:ilvl="2">
      <w:start w:val="1"/>
      <w:numFmt w:val="decimal"/>
      <w:pStyle w:val="SNITitre3"/>
      <w:lvlText w:val="%1.%2.%3"/>
      <w:lvlJc w:val="left"/>
      <w:pPr>
        <w:tabs>
          <w:tab w:val="num" w:pos="1146"/>
        </w:tabs>
        <w:ind w:left="1146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7" w15:restartNumberingAfterBreak="0">
    <w:nsid w:val="50300F6B"/>
    <w:multiLevelType w:val="hybridMultilevel"/>
    <w:tmpl w:val="1588683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1D142B"/>
    <w:multiLevelType w:val="hybridMultilevel"/>
    <w:tmpl w:val="C0AAC7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6D66FF"/>
    <w:multiLevelType w:val="hybridMultilevel"/>
    <w:tmpl w:val="73981B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335ECA"/>
    <w:multiLevelType w:val="hybridMultilevel"/>
    <w:tmpl w:val="CC9653F0"/>
    <w:lvl w:ilvl="0" w:tplc="1CF8C3EC">
      <w:start w:val="1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296656"/>
    <w:multiLevelType w:val="hybridMultilevel"/>
    <w:tmpl w:val="74DEFD68"/>
    <w:lvl w:ilvl="0" w:tplc="040C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1001AA6"/>
    <w:multiLevelType w:val="multilevel"/>
    <w:tmpl w:val="F9667AA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Titre2"/>
      <w:lvlText w:val="%1.%2"/>
      <w:lvlJc w:val="left"/>
      <w:pPr>
        <w:tabs>
          <w:tab w:val="num" w:pos="1711"/>
        </w:tabs>
        <w:ind w:left="1711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1146"/>
        </w:tabs>
        <w:ind w:left="1146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3" w15:restartNumberingAfterBreak="0">
    <w:nsid w:val="6AE92BE8"/>
    <w:multiLevelType w:val="hybridMultilevel"/>
    <w:tmpl w:val="7782236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7B164E"/>
    <w:multiLevelType w:val="multilevel"/>
    <w:tmpl w:val="3458A57E"/>
    <w:lvl w:ilvl="0">
      <w:start w:val="1"/>
      <w:numFmt w:val="decimal"/>
      <w:pStyle w:val="SNITitre1"/>
      <w:lvlText w:val="%1."/>
      <w:lvlJc w:val="left"/>
      <w:pPr>
        <w:ind w:left="360" w:hanging="360"/>
      </w:pPr>
    </w:lvl>
    <w:lvl w:ilvl="1">
      <w:start w:val="1"/>
      <w:numFmt w:val="decimal"/>
      <w:pStyle w:val="SNITitre2"/>
      <w:lvlText w:val="%1.%2"/>
      <w:lvlJc w:val="left"/>
      <w:pPr>
        <w:tabs>
          <w:tab w:val="num" w:pos="1426"/>
        </w:tabs>
        <w:ind w:left="1426" w:hanging="576"/>
      </w:pPr>
    </w:lvl>
    <w:lvl w:ilvl="2">
      <w:start w:val="1"/>
      <w:numFmt w:val="decimal"/>
      <w:lvlText w:val="%1.%2.%3"/>
      <w:lvlJc w:val="left"/>
      <w:pPr>
        <w:tabs>
          <w:tab w:val="num" w:pos="1146"/>
        </w:tabs>
        <w:ind w:left="1146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5" w15:restartNumberingAfterBreak="0">
    <w:nsid w:val="70397B29"/>
    <w:multiLevelType w:val="hybridMultilevel"/>
    <w:tmpl w:val="7402E2BE"/>
    <w:lvl w:ilvl="0" w:tplc="B2806EFE">
      <w:numFmt w:val="bullet"/>
      <w:lvlText w:val="-"/>
      <w:lvlJc w:val="left"/>
      <w:pPr>
        <w:ind w:left="1429" w:hanging="360"/>
      </w:pPr>
      <w:rPr>
        <w:rFonts w:ascii="Calibri" w:eastAsia="Calibri" w:hAnsi="Calibri" w:hint="default"/>
        <w:i/>
        <w:color w:val="auto"/>
      </w:rPr>
    </w:lvl>
    <w:lvl w:ilvl="1" w:tplc="040C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79B72777"/>
    <w:multiLevelType w:val="hybridMultilevel"/>
    <w:tmpl w:val="6650674A"/>
    <w:lvl w:ilvl="0" w:tplc="040C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7" w15:restartNumberingAfterBreak="0">
    <w:nsid w:val="7F7E5602"/>
    <w:multiLevelType w:val="hybridMultilevel"/>
    <w:tmpl w:val="64D2415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6"/>
  </w:num>
  <w:num w:numId="3">
    <w:abstractNumId w:val="23"/>
  </w:num>
  <w:num w:numId="4">
    <w:abstractNumId w:val="34"/>
  </w:num>
  <w:num w:numId="5">
    <w:abstractNumId w:val="26"/>
  </w:num>
  <w:num w:numId="6">
    <w:abstractNumId w:val="32"/>
  </w:num>
  <w:num w:numId="7">
    <w:abstractNumId w:val="30"/>
  </w:num>
  <w:num w:numId="8">
    <w:abstractNumId w:val="27"/>
  </w:num>
  <w:num w:numId="9">
    <w:abstractNumId w:val="24"/>
  </w:num>
  <w:num w:numId="10">
    <w:abstractNumId w:val="0"/>
  </w:num>
  <w:num w:numId="11">
    <w:abstractNumId w:val="14"/>
  </w:num>
  <w:num w:numId="12">
    <w:abstractNumId w:val="11"/>
  </w:num>
  <w:num w:numId="13">
    <w:abstractNumId w:val="13"/>
  </w:num>
  <w:num w:numId="14">
    <w:abstractNumId w:val="37"/>
  </w:num>
  <w:num w:numId="15">
    <w:abstractNumId w:val="10"/>
  </w:num>
  <w:num w:numId="16">
    <w:abstractNumId w:val="16"/>
  </w:num>
  <w:num w:numId="17">
    <w:abstractNumId w:val="35"/>
  </w:num>
  <w:num w:numId="18">
    <w:abstractNumId w:val="36"/>
  </w:num>
  <w:num w:numId="19">
    <w:abstractNumId w:val="28"/>
  </w:num>
  <w:num w:numId="20">
    <w:abstractNumId w:val="1"/>
  </w:num>
  <w:num w:numId="21">
    <w:abstractNumId w:val="29"/>
  </w:num>
  <w:num w:numId="22">
    <w:abstractNumId w:val="4"/>
  </w:num>
  <w:num w:numId="23">
    <w:abstractNumId w:val="25"/>
  </w:num>
  <w:num w:numId="24">
    <w:abstractNumId w:val="21"/>
  </w:num>
  <w:num w:numId="25">
    <w:abstractNumId w:val="22"/>
  </w:num>
  <w:num w:numId="26">
    <w:abstractNumId w:val="5"/>
  </w:num>
  <w:num w:numId="27">
    <w:abstractNumId w:val="33"/>
  </w:num>
  <w:num w:numId="28">
    <w:abstractNumId w:val="19"/>
  </w:num>
  <w:num w:numId="29">
    <w:abstractNumId w:val="18"/>
  </w:num>
  <w:num w:numId="30">
    <w:abstractNumId w:val="34"/>
  </w:num>
  <w:num w:numId="3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4"/>
  </w:num>
  <w:num w:numId="33">
    <w:abstractNumId w:val="34"/>
  </w:num>
  <w:num w:numId="34">
    <w:abstractNumId w:val="2"/>
  </w:num>
  <w:num w:numId="35">
    <w:abstractNumId w:val="6"/>
  </w:num>
  <w:num w:numId="36">
    <w:abstractNumId w:val="6"/>
  </w:num>
  <w:num w:numId="3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7"/>
  </w:num>
  <w:num w:numId="39">
    <w:abstractNumId w:val="8"/>
  </w:num>
  <w:num w:numId="40">
    <w:abstractNumId w:val="15"/>
  </w:num>
  <w:num w:numId="41">
    <w:abstractNumId w:val="34"/>
  </w:num>
  <w:num w:numId="42">
    <w:abstractNumId w:val="7"/>
  </w:num>
  <w:num w:numId="43">
    <w:abstractNumId w:val="31"/>
  </w:num>
  <w:num w:numId="44">
    <w:abstractNumId w:val="12"/>
  </w:num>
  <w:num w:numId="45">
    <w:abstractNumId w:val="3"/>
  </w:num>
  <w:num w:numId="46">
    <w:abstractNumId w:val="9"/>
  </w:num>
  <w:num w:numId="47">
    <w:abstractNumId w:val="3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activeWritingStyle w:appName="MSWord" w:lang="fr-FR" w:vendorID="9" w:dllVersion="512" w:checkStyle="1"/>
  <w:proofState w:spelling="clean" w:grammar="clean"/>
  <w:attachedTemplate r:id="rId1"/>
  <w:defaultTabStop w:val="709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06F"/>
    <w:rsid w:val="0000121A"/>
    <w:rsid w:val="000012E5"/>
    <w:rsid w:val="00001D2C"/>
    <w:rsid w:val="00004A43"/>
    <w:rsid w:val="00007A96"/>
    <w:rsid w:val="000129F4"/>
    <w:rsid w:val="00015B58"/>
    <w:rsid w:val="000168FE"/>
    <w:rsid w:val="00017283"/>
    <w:rsid w:val="000200DA"/>
    <w:rsid w:val="000243EE"/>
    <w:rsid w:val="0003224F"/>
    <w:rsid w:val="00033591"/>
    <w:rsid w:val="0003710D"/>
    <w:rsid w:val="0003777F"/>
    <w:rsid w:val="00052722"/>
    <w:rsid w:val="0005297E"/>
    <w:rsid w:val="0006026B"/>
    <w:rsid w:val="00062C8F"/>
    <w:rsid w:val="00064DF8"/>
    <w:rsid w:val="000674F7"/>
    <w:rsid w:val="000704D1"/>
    <w:rsid w:val="00070D36"/>
    <w:rsid w:val="00070DF6"/>
    <w:rsid w:val="000712D0"/>
    <w:rsid w:val="00072007"/>
    <w:rsid w:val="0007215A"/>
    <w:rsid w:val="00072C90"/>
    <w:rsid w:val="00081E87"/>
    <w:rsid w:val="00081F2D"/>
    <w:rsid w:val="0008337D"/>
    <w:rsid w:val="0008492F"/>
    <w:rsid w:val="00093557"/>
    <w:rsid w:val="000946D8"/>
    <w:rsid w:val="000965EC"/>
    <w:rsid w:val="000969A9"/>
    <w:rsid w:val="000A21C5"/>
    <w:rsid w:val="000A610C"/>
    <w:rsid w:val="000A6EC5"/>
    <w:rsid w:val="000B06D3"/>
    <w:rsid w:val="000B198B"/>
    <w:rsid w:val="000B201B"/>
    <w:rsid w:val="000B3D95"/>
    <w:rsid w:val="000B69BF"/>
    <w:rsid w:val="000B7A5F"/>
    <w:rsid w:val="000C051F"/>
    <w:rsid w:val="000C32A1"/>
    <w:rsid w:val="000C40C9"/>
    <w:rsid w:val="000C5D2E"/>
    <w:rsid w:val="000C7B10"/>
    <w:rsid w:val="000D735F"/>
    <w:rsid w:val="000D7E1C"/>
    <w:rsid w:val="000D7FCF"/>
    <w:rsid w:val="000E0E22"/>
    <w:rsid w:val="000E294D"/>
    <w:rsid w:val="000E3ADA"/>
    <w:rsid w:val="000E3B24"/>
    <w:rsid w:val="000E59F1"/>
    <w:rsid w:val="000F4E24"/>
    <w:rsid w:val="001006A7"/>
    <w:rsid w:val="00104AB0"/>
    <w:rsid w:val="00105BBB"/>
    <w:rsid w:val="001068D6"/>
    <w:rsid w:val="00107052"/>
    <w:rsid w:val="00113801"/>
    <w:rsid w:val="00113AE3"/>
    <w:rsid w:val="00113C5D"/>
    <w:rsid w:val="00115A7F"/>
    <w:rsid w:val="00117523"/>
    <w:rsid w:val="001210EF"/>
    <w:rsid w:val="00127CE7"/>
    <w:rsid w:val="001300FB"/>
    <w:rsid w:val="00131513"/>
    <w:rsid w:val="00134243"/>
    <w:rsid w:val="00134642"/>
    <w:rsid w:val="00136499"/>
    <w:rsid w:val="00137E04"/>
    <w:rsid w:val="00140FF4"/>
    <w:rsid w:val="00143D65"/>
    <w:rsid w:val="001440CC"/>
    <w:rsid w:val="00147432"/>
    <w:rsid w:val="001518E5"/>
    <w:rsid w:val="00151EAD"/>
    <w:rsid w:val="001521E8"/>
    <w:rsid w:val="001532C8"/>
    <w:rsid w:val="00153348"/>
    <w:rsid w:val="001625B0"/>
    <w:rsid w:val="0016642F"/>
    <w:rsid w:val="001708BB"/>
    <w:rsid w:val="00173A61"/>
    <w:rsid w:val="001773CC"/>
    <w:rsid w:val="00181939"/>
    <w:rsid w:val="00183243"/>
    <w:rsid w:val="00183B65"/>
    <w:rsid w:val="0018574C"/>
    <w:rsid w:val="001868BA"/>
    <w:rsid w:val="00187461"/>
    <w:rsid w:val="001878E5"/>
    <w:rsid w:val="0019003F"/>
    <w:rsid w:val="0019082E"/>
    <w:rsid w:val="001919A4"/>
    <w:rsid w:val="00191B25"/>
    <w:rsid w:val="00192459"/>
    <w:rsid w:val="00192B92"/>
    <w:rsid w:val="001941D2"/>
    <w:rsid w:val="00196888"/>
    <w:rsid w:val="001A0428"/>
    <w:rsid w:val="001A3246"/>
    <w:rsid w:val="001A68D4"/>
    <w:rsid w:val="001B2B01"/>
    <w:rsid w:val="001B494D"/>
    <w:rsid w:val="001B5B58"/>
    <w:rsid w:val="001B79C7"/>
    <w:rsid w:val="001C06FA"/>
    <w:rsid w:val="001C0743"/>
    <w:rsid w:val="001C6903"/>
    <w:rsid w:val="001D121B"/>
    <w:rsid w:val="001D1D87"/>
    <w:rsid w:val="001D3D9C"/>
    <w:rsid w:val="001D55FA"/>
    <w:rsid w:val="001D654C"/>
    <w:rsid w:val="001D7F6C"/>
    <w:rsid w:val="001E1BED"/>
    <w:rsid w:val="001E2BD8"/>
    <w:rsid w:val="001E413C"/>
    <w:rsid w:val="001E49D6"/>
    <w:rsid w:val="001E727B"/>
    <w:rsid w:val="001E729D"/>
    <w:rsid w:val="001F192A"/>
    <w:rsid w:val="001F250C"/>
    <w:rsid w:val="001F65AA"/>
    <w:rsid w:val="001F7200"/>
    <w:rsid w:val="00201B49"/>
    <w:rsid w:val="002020A3"/>
    <w:rsid w:val="00202FE6"/>
    <w:rsid w:val="00205186"/>
    <w:rsid w:val="00211E54"/>
    <w:rsid w:val="00213D68"/>
    <w:rsid w:val="00215456"/>
    <w:rsid w:val="00217987"/>
    <w:rsid w:val="002179C8"/>
    <w:rsid w:val="00220B0C"/>
    <w:rsid w:val="00221645"/>
    <w:rsid w:val="002231A8"/>
    <w:rsid w:val="00223210"/>
    <w:rsid w:val="00230AB8"/>
    <w:rsid w:val="0023203F"/>
    <w:rsid w:val="00235E6A"/>
    <w:rsid w:val="00241CBE"/>
    <w:rsid w:val="00245653"/>
    <w:rsid w:val="00252259"/>
    <w:rsid w:val="00252FC8"/>
    <w:rsid w:val="00256C69"/>
    <w:rsid w:val="002577F8"/>
    <w:rsid w:val="002621BC"/>
    <w:rsid w:val="00262550"/>
    <w:rsid w:val="00273018"/>
    <w:rsid w:val="00273240"/>
    <w:rsid w:val="00274F72"/>
    <w:rsid w:val="00275B34"/>
    <w:rsid w:val="0027739C"/>
    <w:rsid w:val="00283A57"/>
    <w:rsid w:val="00285825"/>
    <w:rsid w:val="00291443"/>
    <w:rsid w:val="0029302A"/>
    <w:rsid w:val="002942E5"/>
    <w:rsid w:val="00294F99"/>
    <w:rsid w:val="00296011"/>
    <w:rsid w:val="002A02DF"/>
    <w:rsid w:val="002A1827"/>
    <w:rsid w:val="002A1E62"/>
    <w:rsid w:val="002A2673"/>
    <w:rsid w:val="002A3389"/>
    <w:rsid w:val="002A56BF"/>
    <w:rsid w:val="002A5AC7"/>
    <w:rsid w:val="002A6DC2"/>
    <w:rsid w:val="002A7787"/>
    <w:rsid w:val="002B128D"/>
    <w:rsid w:val="002B252D"/>
    <w:rsid w:val="002B5C2A"/>
    <w:rsid w:val="002B5E3D"/>
    <w:rsid w:val="002B7FBA"/>
    <w:rsid w:val="002C04A3"/>
    <w:rsid w:val="002C06F9"/>
    <w:rsid w:val="002C16E4"/>
    <w:rsid w:val="002C1EE8"/>
    <w:rsid w:val="002C228E"/>
    <w:rsid w:val="002C57D0"/>
    <w:rsid w:val="002C6654"/>
    <w:rsid w:val="002C7340"/>
    <w:rsid w:val="002C7347"/>
    <w:rsid w:val="002D229D"/>
    <w:rsid w:val="002D3ACC"/>
    <w:rsid w:val="002D4A4E"/>
    <w:rsid w:val="002D509F"/>
    <w:rsid w:val="002D63F9"/>
    <w:rsid w:val="002D688F"/>
    <w:rsid w:val="002E0A29"/>
    <w:rsid w:val="002E6FB4"/>
    <w:rsid w:val="002E7B0A"/>
    <w:rsid w:val="002F239F"/>
    <w:rsid w:val="002F3BA8"/>
    <w:rsid w:val="0030191D"/>
    <w:rsid w:val="00305626"/>
    <w:rsid w:val="003068E8"/>
    <w:rsid w:val="00306F58"/>
    <w:rsid w:val="00313760"/>
    <w:rsid w:val="00314204"/>
    <w:rsid w:val="00314263"/>
    <w:rsid w:val="003167CE"/>
    <w:rsid w:val="00317786"/>
    <w:rsid w:val="00321583"/>
    <w:rsid w:val="003218C3"/>
    <w:rsid w:val="00333242"/>
    <w:rsid w:val="003333B6"/>
    <w:rsid w:val="003341B7"/>
    <w:rsid w:val="0033453C"/>
    <w:rsid w:val="003346B6"/>
    <w:rsid w:val="00337A5C"/>
    <w:rsid w:val="003403CD"/>
    <w:rsid w:val="003406E3"/>
    <w:rsid w:val="00341132"/>
    <w:rsid w:val="00341F3D"/>
    <w:rsid w:val="003426EA"/>
    <w:rsid w:val="00345057"/>
    <w:rsid w:val="003512A6"/>
    <w:rsid w:val="003535D0"/>
    <w:rsid w:val="00354413"/>
    <w:rsid w:val="00354DD2"/>
    <w:rsid w:val="00355259"/>
    <w:rsid w:val="00355E9B"/>
    <w:rsid w:val="0035684D"/>
    <w:rsid w:val="0035741F"/>
    <w:rsid w:val="003601FC"/>
    <w:rsid w:val="003614B9"/>
    <w:rsid w:val="00363025"/>
    <w:rsid w:val="003646A1"/>
    <w:rsid w:val="00364B24"/>
    <w:rsid w:val="003652E7"/>
    <w:rsid w:val="00366410"/>
    <w:rsid w:val="00367963"/>
    <w:rsid w:val="00370219"/>
    <w:rsid w:val="00370D9F"/>
    <w:rsid w:val="003727F1"/>
    <w:rsid w:val="00372935"/>
    <w:rsid w:val="00372969"/>
    <w:rsid w:val="00385ADE"/>
    <w:rsid w:val="00385B5A"/>
    <w:rsid w:val="003877DD"/>
    <w:rsid w:val="00387BAA"/>
    <w:rsid w:val="003902D2"/>
    <w:rsid w:val="00391CF1"/>
    <w:rsid w:val="00393F1F"/>
    <w:rsid w:val="0039656E"/>
    <w:rsid w:val="00397483"/>
    <w:rsid w:val="003A168E"/>
    <w:rsid w:val="003A59D4"/>
    <w:rsid w:val="003B220F"/>
    <w:rsid w:val="003B2AF5"/>
    <w:rsid w:val="003B3D14"/>
    <w:rsid w:val="003B7F1D"/>
    <w:rsid w:val="003C48C2"/>
    <w:rsid w:val="003D15C5"/>
    <w:rsid w:val="003D2939"/>
    <w:rsid w:val="003D6837"/>
    <w:rsid w:val="003E164F"/>
    <w:rsid w:val="003E399F"/>
    <w:rsid w:val="003E7884"/>
    <w:rsid w:val="003E7FC1"/>
    <w:rsid w:val="003F0438"/>
    <w:rsid w:val="003F105B"/>
    <w:rsid w:val="003F2E77"/>
    <w:rsid w:val="003F35BD"/>
    <w:rsid w:val="003F6E9C"/>
    <w:rsid w:val="00400344"/>
    <w:rsid w:val="00400FF8"/>
    <w:rsid w:val="00401052"/>
    <w:rsid w:val="00401C94"/>
    <w:rsid w:val="00404100"/>
    <w:rsid w:val="00404FEB"/>
    <w:rsid w:val="00405A5B"/>
    <w:rsid w:val="0041134E"/>
    <w:rsid w:val="00411669"/>
    <w:rsid w:val="004157D1"/>
    <w:rsid w:val="00417064"/>
    <w:rsid w:val="00420E74"/>
    <w:rsid w:val="00422635"/>
    <w:rsid w:val="004235F3"/>
    <w:rsid w:val="00423787"/>
    <w:rsid w:val="00425927"/>
    <w:rsid w:val="00425C3A"/>
    <w:rsid w:val="0042651E"/>
    <w:rsid w:val="00427319"/>
    <w:rsid w:val="004273E3"/>
    <w:rsid w:val="00434849"/>
    <w:rsid w:val="004429E8"/>
    <w:rsid w:val="00442FBB"/>
    <w:rsid w:val="0045016F"/>
    <w:rsid w:val="004520AF"/>
    <w:rsid w:val="00455EF2"/>
    <w:rsid w:val="004577BC"/>
    <w:rsid w:val="00460E46"/>
    <w:rsid w:val="00463680"/>
    <w:rsid w:val="0046372E"/>
    <w:rsid w:val="004643E7"/>
    <w:rsid w:val="00464C58"/>
    <w:rsid w:val="004675CA"/>
    <w:rsid w:val="00467EFD"/>
    <w:rsid w:val="004723A0"/>
    <w:rsid w:val="00473321"/>
    <w:rsid w:val="00476CC6"/>
    <w:rsid w:val="004778D9"/>
    <w:rsid w:val="00477D93"/>
    <w:rsid w:val="00477E2B"/>
    <w:rsid w:val="004870A1"/>
    <w:rsid w:val="00487FC3"/>
    <w:rsid w:val="0049138E"/>
    <w:rsid w:val="00491495"/>
    <w:rsid w:val="004921FA"/>
    <w:rsid w:val="0049382A"/>
    <w:rsid w:val="00494312"/>
    <w:rsid w:val="004943E5"/>
    <w:rsid w:val="004946F1"/>
    <w:rsid w:val="00496899"/>
    <w:rsid w:val="004A210C"/>
    <w:rsid w:val="004A404F"/>
    <w:rsid w:val="004A675E"/>
    <w:rsid w:val="004B1781"/>
    <w:rsid w:val="004B25E3"/>
    <w:rsid w:val="004C036D"/>
    <w:rsid w:val="004C2728"/>
    <w:rsid w:val="004C2C8B"/>
    <w:rsid w:val="004C3DC6"/>
    <w:rsid w:val="004C4509"/>
    <w:rsid w:val="004C5200"/>
    <w:rsid w:val="004C7AC4"/>
    <w:rsid w:val="004C7AD9"/>
    <w:rsid w:val="004D07B0"/>
    <w:rsid w:val="004D1117"/>
    <w:rsid w:val="004D1798"/>
    <w:rsid w:val="004D50FF"/>
    <w:rsid w:val="004D5E1B"/>
    <w:rsid w:val="004D69D6"/>
    <w:rsid w:val="004D70E5"/>
    <w:rsid w:val="004E4798"/>
    <w:rsid w:val="004E52BE"/>
    <w:rsid w:val="004E58FD"/>
    <w:rsid w:val="004E5AC7"/>
    <w:rsid w:val="004E60E9"/>
    <w:rsid w:val="004F0B90"/>
    <w:rsid w:val="004F2EDC"/>
    <w:rsid w:val="005019A5"/>
    <w:rsid w:val="0050441B"/>
    <w:rsid w:val="005050F1"/>
    <w:rsid w:val="00505548"/>
    <w:rsid w:val="00505C1B"/>
    <w:rsid w:val="00510092"/>
    <w:rsid w:val="00510905"/>
    <w:rsid w:val="005118FC"/>
    <w:rsid w:val="0051382F"/>
    <w:rsid w:val="00515BE7"/>
    <w:rsid w:val="00515CB0"/>
    <w:rsid w:val="005216EC"/>
    <w:rsid w:val="00527895"/>
    <w:rsid w:val="00531A5B"/>
    <w:rsid w:val="00533BEB"/>
    <w:rsid w:val="00534A04"/>
    <w:rsid w:val="00535320"/>
    <w:rsid w:val="00535435"/>
    <w:rsid w:val="00535C68"/>
    <w:rsid w:val="00536DE2"/>
    <w:rsid w:val="0053710F"/>
    <w:rsid w:val="00537D02"/>
    <w:rsid w:val="00540312"/>
    <w:rsid w:val="00540D40"/>
    <w:rsid w:val="00542757"/>
    <w:rsid w:val="00542969"/>
    <w:rsid w:val="00543BD4"/>
    <w:rsid w:val="00544A76"/>
    <w:rsid w:val="00544C1E"/>
    <w:rsid w:val="0054540E"/>
    <w:rsid w:val="00545D12"/>
    <w:rsid w:val="00545D9B"/>
    <w:rsid w:val="00550B44"/>
    <w:rsid w:val="00552F5B"/>
    <w:rsid w:val="00554749"/>
    <w:rsid w:val="00556C0D"/>
    <w:rsid w:val="005618F9"/>
    <w:rsid w:val="00563D7C"/>
    <w:rsid w:val="00565E84"/>
    <w:rsid w:val="0056613C"/>
    <w:rsid w:val="00573334"/>
    <w:rsid w:val="0057420A"/>
    <w:rsid w:val="00575A46"/>
    <w:rsid w:val="0057703C"/>
    <w:rsid w:val="005832E2"/>
    <w:rsid w:val="0058445B"/>
    <w:rsid w:val="0058787D"/>
    <w:rsid w:val="005906CF"/>
    <w:rsid w:val="00592E9A"/>
    <w:rsid w:val="00593EDF"/>
    <w:rsid w:val="00595A2E"/>
    <w:rsid w:val="005A2CBB"/>
    <w:rsid w:val="005A2E56"/>
    <w:rsid w:val="005A5B29"/>
    <w:rsid w:val="005A60FD"/>
    <w:rsid w:val="005A667F"/>
    <w:rsid w:val="005A7931"/>
    <w:rsid w:val="005B140E"/>
    <w:rsid w:val="005B3E32"/>
    <w:rsid w:val="005B45F6"/>
    <w:rsid w:val="005B4E0E"/>
    <w:rsid w:val="005B502F"/>
    <w:rsid w:val="005B5059"/>
    <w:rsid w:val="005C1D1E"/>
    <w:rsid w:val="005D448D"/>
    <w:rsid w:val="005D4A5F"/>
    <w:rsid w:val="005E214E"/>
    <w:rsid w:val="005E407F"/>
    <w:rsid w:val="005E5B45"/>
    <w:rsid w:val="005F4470"/>
    <w:rsid w:val="005F45E1"/>
    <w:rsid w:val="00602B73"/>
    <w:rsid w:val="006071A6"/>
    <w:rsid w:val="006079ED"/>
    <w:rsid w:val="00610959"/>
    <w:rsid w:val="00612405"/>
    <w:rsid w:val="00612B90"/>
    <w:rsid w:val="00613A41"/>
    <w:rsid w:val="00616741"/>
    <w:rsid w:val="00620DED"/>
    <w:rsid w:val="00622282"/>
    <w:rsid w:val="00627F73"/>
    <w:rsid w:val="0063267C"/>
    <w:rsid w:val="00634597"/>
    <w:rsid w:val="006356D8"/>
    <w:rsid w:val="00635BDD"/>
    <w:rsid w:val="0063612D"/>
    <w:rsid w:val="00636ABF"/>
    <w:rsid w:val="00636B23"/>
    <w:rsid w:val="00640453"/>
    <w:rsid w:val="00641232"/>
    <w:rsid w:val="00641340"/>
    <w:rsid w:val="00641873"/>
    <w:rsid w:val="00643942"/>
    <w:rsid w:val="00644F51"/>
    <w:rsid w:val="00645AC4"/>
    <w:rsid w:val="00645CEF"/>
    <w:rsid w:val="006509AF"/>
    <w:rsid w:val="00650C35"/>
    <w:rsid w:val="006512E0"/>
    <w:rsid w:val="00652188"/>
    <w:rsid w:val="00654DC2"/>
    <w:rsid w:val="00656A25"/>
    <w:rsid w:val="006573F4"/>
    <w:rsid w:val="00657AD3"/>
    <w:rsid w:val="00660091"/>
    <w:rsid w:val="00662C52"/>
    <w:rsid w:val="00662E09"/>
    <w:rsid w:val="00663943"/>
    <w:rsid w:val="006645ED"/>
    <w:rsid w:val="006661A4"/>
    <w:rsid w:val="0066670F"/>
    <w:rsid w:val="006667B8"/>
    <w:rsid w:val="00667F18"/>
    <w:rsid w:val="00672E15"/>
    <w:rsid w:val="0067307D"/>
    <w:rsid w:val="006816AE"/>
    <w:rsid w:val="00682578"/>
    <w:rsid w:val="00682C86"/>
    <w:rsid w:val="006864BD"/>
    <w:rsid w:val="006866B1"/>
    <w:rsid w:val="0069133D"/>
    <w:rsid w:val="00693806"/>
    <w:rsid w:val="006940A7"/>
    <w:rsid w:val="0069463F"/>
    <w:rsid w:val="00696C9B"/>
    <w:rsid w:val="006978C6"/>
    <w:rsid w:val="00697C4B"/>
    <w:rsid w:val="006A0DF2"/>
    <w:rsid w:val="006A23E4"/>
    <w:rsid w:val="006A326B"/>
    <w:rsid w:val="006A62CF"/>
    <w:rsid w:val="006A6C6E"/>
    <w:rsid w:val="006B1ABC"/>
    <w:rsid w:val="006B2EC8"/>
    <w:rsid w:val="006B3A02"/>
    <w:rsid w:val="006B5899"/>
    <w:rsid w:val="006B6909"/>
    <w:rsid w:val="006C18BC"/>
    <w:rsid w:val="006C3A72"/>
    <w:rsid w:val="006C3DE2"/>
    <w:rsid w:val="006C6767"/>
    <w:rsid w:val="006C691F"/>
    <w:rsid w:val="006D1DA2"/>
    <w:rsid w:val="006D71F4"/>
    <w:rsid w:val="006D7EE5"/>
    <w:rsid w:val="006E14D9"/>
    <w:rsid w:val="006E3C32"/>
    <w:rsid w:val="006E3C4A"/>
    <w:rsid w:val="006E3CBF"/>
    <w:rsid w:val="006F202B"/>
    <w:rsid w:val="006F33C9"/>
    <w:rsid w:val="006F614F"/>
    <w:rsid w:val="006F6F3C"/>
    <w:rsid w:val="00704D35"/>
    <w:rsid w:val="00707FD1"/>
    <w:rsid w:val="00710110"/>
    <w:rsid w:val="00710A5F"/>
    <w:rsid w:val="007123D5"/>
    <w:rsid w:val="00717B18"/>
    <w:rsid w:val="007205B3"/>
    <w:rsid w:val="007212A9"/>
    <w:rsid w:val="00722790"/>
    <w:rsid w:val="00722809"/>
    <w:rsid w:val="00722B43"/>
    <w:rsid w:val="00725150"/>
    <w:rsid w:val="00726E37"/>
    <w:rsid w:val="0073052E"/>
    <w:rsid w:val="0073134F"/>
    <w:rsid w:val="00731D9F"/>
    <w:rsid w:val="007336C3"/>
    <w:rsid w:val="007339AB"/>
    <w:rsid w:val="00740788"/>
    <w:rsid w:val="00742681"/>
    <w:rsid w:val="00743BE6"/>
    <w:rsid w:val="0074575C"/>
    <w:rsid w:val="0074606F"/>
    <w:rsid w:val="00747F80"/>
    <w:rsid w:val="00750131"/>
    <w:rsid w:val="0075048B"/>
    <w:rsid w:val="0075113F"/>
    <w:rsid w:val="00754B73"/>
    <w:rsid w:val="00761998"/>
    <w:rsid w:val="00763A49"/>
    <w:rsid w:val="007654A5"/>
    <w:rsid w:val="00770C16"/>
    <w:rsid w:val="00771C3B"/>
    <w:rsid w:val="00771F40"/>
    <w:rsid w:val="00773058"/>
    <w:rsid w:val="00774F22"/>
    <w:rsid w:val="00776474"/>
    <w:rsid w:val="00781944"/>
    <w:rsid w:val="00781BC8"/>
    <w:rsid w:val="007833F7"/>
    <w:rsid w:val="00783769"/>
    <w:rsid w:val="007838F8"/>
    <w:rsid w:val="00784D34"/>
    <w:rsid w:val="007869A3"/>
    <w:rsid w:val="007876E6"/>
    <w:rsid w:val="007877AB"/>
    <w:rsid w:val="00787EA6"/>
    <w:rsid w:val="00790035"/>
    <w:rsid w:val="00790352"/>
    <w:rsid w:val="00790CA8"/>
    <w:rsid w:val="00792E3B"/>
    <w:rsid w:val="00793EB4"/>
    <w:rsid w:val="00794948"/>
    <w:rsid w:val="0079638C"/>
    <w:rsid w:val="007968F5"/>
    <w:rsid w:val="007A0A1D"/>
    <w:rsid w:val="007A5FED"/>
    <w:rsid w:val="007B206C"/>
    <w:rsid w:val="007B3851"/>
    <w:rsid w:val="007B4893"/>
    <w:rsid w:val="007B5116"/>
    <w:rsid w:val="007C114E"/>
    <w:rsid w:val="007D41D2"/>
    <w:rsid w:val="007D4FF4"/>
    <w:rsid w:val="007E07E4"/>
    <w:rsid w:val="007E4487"/>
    <w:rsid w:val="007F0127"/>
    <w:rsid w:val="007F19C8"/>
    <w:rsid w:val="007F2206"/>
    <w:rsid w:val="007F2B74"/>
    <w:rsid w:val="007F38A5"/>
    <w:rsid w:val="007F5831"/>
    <w:rsid w:val="007F73E4"/>
    <w:rsid w:val="0080069A"/>
    <w:rsid w:val="00800F7C"/>
    <w:rsid w:val="00801AA1"/>
    <w:rsid w:val="00802B8B"/>
    <w:rsid w:val="00811866"/>
    <w:rsid w:val="00813072"/>
    <w:rsid w:val="00815471"/>
    <w:rsid w:val="00815E4F"/>
    <w:rsid w:val="0082336A"/>
    <w:rsid w:val="0082510F"/>
    <w:rsid w:val="00825809"/>
    <w:rsid w:val="00825D72"/>
    <w:rsid w:val="00830C2C"/>
    <w:rsid w:val="00830EAD"/>
    <w:rsid w:val="008335B4"/>
    <w:rsid w:val="00833D31"/>
    <w:rsid w:val="0084350D"/>
    <w:rsid w:val="008442C9"/>
    <w:rsid w:val="00847010"/>
    <w:rsid w:val="0085005F"/>
    <w:rsid w:val="0085200D"/>
    <w:rsid w:val="008548BB"/>
    <w:rsid w:val="00855CAF"/>
    <w:rsid w:val="0085613C"/>
    <w:rsid w:val="008566B0"/>
    <w:rsid w:val="00865C43"/>
    <w:rsid w:val="00866F85"/>
    <w:rsid w:val="0086739B"/>
    <w:rsid w:val="00875257"/>
    <w:rsid w:val="008767CD"/>
    <w:rsid w:val="008804C9"/>
    <w:rsid w:val="008807DA"/>
    <w:rsid w:val="008868B3"/>
    <w:rsid w:val="00892913"/>
    <w:rsid w:val="00893DDD"/>
    <w:rsid w:val="0089674F"/>
    <w:rsid w:val="0089781A"/>
    <w:rsid w:val="00897FC1"/>
    <w:rsid w:val="008A019D"/>
    <w:rsid w:val="008A113A"/>
    <w:rsid w:val="008A1625"/>
    <w:rsid w:val="008A1F8B"/>
    <w:rsid w:val="008A374E"/>
    <w:rsid w:val="008A7C5F"/>
    <w:rsid w:val="008B03C5"/>
    <w:rsid w:val="008B0667"/>
    <w:rsid w:val="008B1B1F"/>
    <w:rsid w:val="008B2353"/>
    <w:rsid w:val="008B7351"/>
    <w:rsid w:val="008C11C0"/>
    <w:rsid w:val="008C255E"/>
    <w:rsid w:val="008C6B24"/>
    <w:rsid w:val="008D15C6"/>
    <w:rsid w:val="008D2AF2"/>
    <w:rsid w:val="008D4043"/>
    <w:rsid w:val="008D79F6"/>
    <w:rsid w:val="008E66DE"/>
    <w:rsid w:val="008E759E"/>
    <w:rsid w:val="008F4740"/>
    <w:rsid w:val="0090493C"/>
    <w:rsid w:val="0090571B"/>
    <w:rsid w:val="00907D22"/>
    <w:rsid w:val="00910F75"/>
    <w:rsid w:val="0091323A"/>
    <w:rsid w:val="00916907"/>
    <w:rsid w:val="009207A8"/>
    <w:rsid w:val="00923F45"/>
    <w:rsid w:val="0093371A"/>
    <w:rsid w:val="00935E54"/>
    <w:rsid w:val="009361AF"/>
    <w:rsid w:val="00937342"/>
    <w:rsid w:val="00941878"/>
    <w:rsid w:val="00947010"/>
    <w:rsid w:val="00961658"/>
    <w:rsid w:val="0096313A"/>
    <w:rsid w:val="00963E96"/>
    <w:rsid w:val="0096449F"/>
    <w:rsid w:val="009645C4"/>
    <w:rsid w:val="00966E42"/>
    <w:rsid w:val="00967304"/>
    <w:rsid w:val="00970003"/>
    <w:rsid w:val="009801C7"/>
    <w:rsid w:val="009812B9"/>
    <w:rsid w:val="00981AF5"/>
    <w:rsid w:val="009825C1"/>
    <w:rsid w:val="00983D54"/>
    <w:rsid w:val="009846BE"/>
    <w:rsid w:val="00984BB6"/>
    <w:rsid w:val="009858F9"/>
    <w:rsid w:val="00987944"/>
    <w:rsid w:val="0099012D"/>
    <w:rsid w:val="009905EA"/>
    <w:rsid w:val="00993A7C"/>
    <w:rsid w:val="00993F2E"/>
    <w:rsid w:val="00994757"/>
    <w:rsid w:val="00995861"/>
    <w:rsid w:val="00997227"/>
    <w:rsid w:val="009A22BA"/>
    <w:rsid w:val="009A2812"/>
    <w:rsid w:val="009A4528"/>
    <w:rsid w:val="009A613B"/>
    <w:rsid w:val="009A6D5B"/>
    <w:rsid w:val="009A6F65"/>
    <w:rsid w:val="009B2BDE"/>
    <w:rsid w:val="009B2C22"/>
    <w:rsid w:val="009B3AAC"/>
    <w:rsid w:val="009B4533"/>
    <w:rsid w:val="009B5CD3"/>
    <w:rsid w:val="009B7DC4"/>
    <w:rsid w:val="009C301B"/>
    <w:rsid w:val="009C31A4"/>
    <w:rsid w:val="009C596F"/>
    <w:rsid w:val="009C7685"/>
    <w:rsid w:val="009C7AC1"/>
    <w:rsid w:val="009C7DC3"/>
    <w:rsid w:val="009D1072"/>
    <w:rsid w:val="009D28D1"/>
    <w:rsid w:val="009D321B"/>
    <w:rsid w:val="009E190F"/>
    <w:rsid w:val="009E4286"/>
    <w:rsid w:val="009F0C86"/>
    <w:rsid w:val="009F3852"/>
    <w:rsid w:val="009F79BE"/>
    <w:rsid w:val="00A018B9"/>
    <w:rsid w:val="00A0388E"/>
    <w:rsid w:val="00A03E93"/>
    <w:rsid w:val="00A0787F"/>
    <w:rsid w:val="00A07CFA"/>
    <w:rsid w:val="00A0CBD9"/>
    <w:rsid w:val="00A12364"/>
    <w:rsid w:val="00A138C3"/>
    <w:rsid w:val="00A20BB5"/>
    <w:rsid w:val="00A20EC7"/>
    <w:rsid w:val="00A21A9B"/>
    <w:rsid w:val="00A21DC1"/>
    <w:rsid w:val="00A239F4"/>
    <w:rsid w:val="00A27536"/>
    <w:rsid w:val="00A3037E"/>
    <w:rsid w:val="00A31D59"/>
    <w:rsid w:val="00A3351C"/>
    <w:rsid w:val="00A35F1E"/>
    <w:rsid w:val="00A4015A"/>
    <w:rsid w:val="00A405ED"/>
    <w:rsid w:val="00A411AC"/>
    <w:rsid w:val="00A42317"/>
    <w:rsid w:val="00A42455"/>
    <w:rsid w:val="00A4340C"/>
    <w:rsid w:val="00A46C3E"/>
    <w:rsid w:val="00A50759"/>
    <w:rsid w:val="00A535F3"/>
    <w:rsid w:val="00A53D9A"/>
    <w:rsid w:val="00A53FF0"/>
    <w:rsid w:val="00A60C0C"/>
    <w:rsid w:val="00A614F2"/>
    <w:rsid w:val="00A6230E"/>
    <w:rsid w:val="00A627C8"/>
    <w:rsid w:val="00A637AB"/>
    <w:rsid w:val="00A64010"/>
    <w:rsid w:val="00A65654"/>
    <w:rsid w:val="00A6639E"/>
    <w:rsid w:val="00A66D3D"/>
    <w:rsid w:val="00A72AD8"/>
    <w:rsid w:val="00A74D52"/>
    <w:rsid w:val="00A7542C"/>
    <w:rsid w:val="00A801A0"/>
    <w:rsid w:val="00A805BD"/>
    <w:rsid w:val="00A82266"/>
    <w:rsid w:val="00A86F67"/>
    <w:rsid w:val="00A879CA"/>
    <w:rsid w:val="00AA65F2"/>
    <w:rsid w:val="00AB2393"/>
    <w:rsid w:val="00AB5428"/>
    <w:rsid w:val="00AB6326"/>
    <w:rsid w:val="00AB69B9"/>
    <w:rsid w:val="00AB7771"/>
    <w:rsid w:val="00AC1B30"/>
    <w:rsid w:val="00AC29FB"/>
    <w:rsid w:val="00AC4FB3"/>
    <w:rsid w:val="00AC56D7"/>
    <w:rsid w:val="00AC586A"/>
    <w:rsid w:val="00AC5A3E"/>
    <w:rsid w:val="00AC6E6D"/>
    <w:rsid w:val="00AC72D2"/>
    <w:rsid w:val="00AC7420"/>
    <w:rsid w:val="00AD0295"/>
    <w:rsid w:val="00AD1FF9"/>
    <w:rsid w:val="00AD7BCE"/>
    <w:rsid w:val="00AE0C1F"/>
    <w:rsid w:val="00AE2C6A"/>
    <w:rsid w:val="00AF1DA6"/>
    <w:rsid w:val="00AF4F2C"/>
    <w:rsid w:val="00AF70F4"/>
    <w:rsid w:val="00AF7145"/>
    <w:rsid w:val="00B01810"/>
    <w:rsid w:val="00B0214D"/>
    <w:rsid w:val="00B03804"/>
    <w:rsid w:val="00B05460"/>
    <w:rsid w:val="00B055F6"/>
    <w:rsid w:val="00B05ACB"/>
    <w:rsid w:val="00B064E6"/>
    <w:rsid w:val="00B1007A"/>
    <w:rsid w:val="00B10C23"/>
    <w:rsid w:val="00B115F3"/>
    <w:rsid w:val="00B12FA5"/>
    <w:rsid w:val="00B20817"/>
    <w:rsid w:val="00B231E6"/>
    <w:rsid w:val="00B2382B"/>
    <w:rsid w:val="00B23B45"/>
    <w:rsid w:val="00B24305"/>
    <w:rsid w:val="00B2593A"/>
    <w:rsid w:val="00B313C3"/>
    <w:rsid w:val="00B3441A"/>
    <w:rsid w:val="00B40071"/>
    <w:rsid w:val="00B42424"/>
    <w:rsid w:val="00B4390B"/>
    <w:rsid w:val="00B45547"/>
    <w:rsid w:val="00B46EFC"/>
    <w:rsid w:val="00B47AAF"/>
    <w:rsid w:val="00B53A41"/>
    <w:rsid w:val="00B54775"/>
    <w:rsid w:val="00B55F06"/>
    <w:rsid w:val="00B6189F"/>
    <w:rsid w:val="00B64407"/>
    <w:rsid w:val="00B647F2"/>
    <w:rsid w:val="00B64CEB"/>
    <w:rsid w:val="00B6511D"/>
    <w:rsid w:val="00B66A36"/>
    <w:rsid w:val="00B6784E"/>
    <w:rsid w:val="00B7064C"/>
    <w:rsid w:val="00B77244"/>
    <w:rsid w:val="00B80C56"/>
    <w:rsid w:val="00B818EE"/>
    <w:rsid w:val="00B81900"/>
    <w:rsid w:val="00B82B25"/>
    <w:rsid w:val="00B837E6"/>
    <w:rsid w:val="00B8388E"/>
    <w:rsid w:val="00B86460"/>
    <w:rsid w:val="00B8773F"/>
    <w:rsid w:val="00B907ED"/>
    <w:rsid w:val="00B90913"/>
    <w:rsid w:val="00B934DA"/>
    <w:rsid w:val="00B936C3"/>
    <w:rsid w:val="00B94854"/>
    <w:rsid w:val="00B94B88"/>
    <w:rsid w:val="00B972C1"/>
    <w:rsid w:val="00BA0828"/>
    <w:rsid w:val="00BA2412"/>
    <w:rsid w:val="00BA3141"/>
    <w:rsid w:val="00BA3468"/>
    <w:rsid w:val="00BA3756"/>
    <w:rsid w:val="00BA55C4"/>
    <w:rsid w:val="00BB3908"/>
    <w:rsid w:val="00BB4926"/>
    <w:rsid w:val="00BB73C1"/>
    <w:rsid w:val="00BB7C31"/>
    <w:rsid w:val="00BC38C2"/>
    <w:rsid w:val="00BC3BB2"/>
    <w:rsid w:val="00BC3CA6"/>
    <w:rsid w:val="00BC4D4E"/>
    <w:rsid w:val="00BD08E1"/>
    <w:rsid w:val="00BD0E68"/>
    <w:rsid w:val="00BD1F9F"/>
    <w:rsid w:val="00BD3588"/>
    <w:rsid w:val="00BD3804"/>
    <w:rsid w:val="00BD5D3E"/>
    <w:rsid w:val="00BD7F5F"/>
    <w:rsid w:val="00BE0812"/>
    <w:rsid w:val="00BE1759"/>
    <w:rsid w:val="00BE2080"/>
    <w:rsid w:val="00BE20A0"/>
    <w:rsid w:val="00BE4EB8"/>
    <w:rsid w:val="00BE6192"/>
    <w:rsid w:val="00BE7D42"/>
    <w:rsid w:val="00C10FEA"/>
    <w:rsid w:val="00C128EA"/>
    <w:rsid w:val="00C13FFA"/>
    <w:rsid w:val="00C14484"/>
    <w:rsid w:val="00C14F99"/>
    <w:rsid w:val="00C174C3"/>
    <w:rsid w:val="00C21B6C"/>
    <w:rsid w:val="00C22B70"/>
    <w:rsid w:val="00C24E37"/>
    <w:rsid w:val="00C31EA2"/>
    <w:rsid w:val="00C32408"/>
    <w:rsid w:val="00C34490"/>
    <w:rsid w:val="00C34DEF"/>
    <w:rsid w:val="00C35F70"/>
    <w:rsid w:val="00C361B6"/>
    <w:rsid w:val="00C42567"/>
    <w:rsid w:val="00C43C57"/>
    <w:rsid w:val="00C4425D"/>
    <w:rsid w:val="00C46531"/>
    <w:rsid w:val="00C52BFD"/>
    <w:rsid w:val="00C52F27"/>
    <w:rsid w:val="00C60EC7"/>
    <w:rsid w:val="00C61F2C"/>
    <w:rsid w:val="00C6592C"/>
    <w:rsid w:val="00C67431"/>
    <w:rsid w:val="00C70C21"/>
    <w:rsid w:val="00C73B9B"/>
    <w:rsid w:val="00C74331"/>
    <w:rsid w:val="00C7588D"/>
    <w:rsid w:val="00C75F59"/>
    <w:rsid w:val="00C76F0B"/>
    <w:rsid w:val="00C83044"/>
    <w:rsid w:val="00C8510C"/>
    <w:rsid w:val="00C8570F"/>
    <w:rsid w:val="00C86580"/>
    <w:rsid w:val="00C87995"/>
    <w:rsid w:val="00C87F0B"/>
    <w:rsid w:val="00C907DE"/>
    <w:rsid w:val="00C937F9"/>
    <w:rsid w:val="00C957F1"/>
    <w:rsid w:val="00CA0639"/>
    <w:rsid w:val="00CA24A4"/>
    <w:rsid w:val="00CA349C"/>
    <w:rsid w:val="00CA360B"/>
    <w:rsid w:val="00CA3690"/>
    <w:rsid w:val="00CA4E78"/>
    <w:rsid w:val="00CA5384"/>
    <w:rsid w:val="00CA6533"/>
    <w:rsid w:val="00CA7DEA"/>
    <w:rsid w:val="00CB175D"/>
    <w:rsid w:val="00CB2815"/>
    <w:rsid w:val="00CB3385"/>
    <w:rsid w:val="00CB3CAC"/>
    <w:rsid w:val="00CC3804"/>
    <w:rsid w:val="00CC3DCB"/>
    <w:rsid w:val="00CC4121"/>
    <w:rsid w:val="00CC514B"/>
    <w:rsid w:val="00CD0E30"/>
    <w:rsid w:val="00CD1544"/>
    <w:rsid w:val="00CD17C3"/>
    <w:rsid w:val="00CD2C18"/>
    <w:rsid w:val="00CD6B88"/>
    <w:rsid w:val="00CD73A4"/>
    <w:rsid w:val="00CD7B24"/>
    <w:rsid w:val="00CE1FAE"/>
    <w:rsid w:val="00CE34F0"/>
    <w:rsid w:val="00CE3638"/>
    <w:rsid w:val="00CE3EE1"/>
    <w:rsid w:val="00CE41F1"/>
    <w:rsid w:val="00CE60A6"/>
    <w:rsid w:val="00CE60CF"/>
    <w:rsid w:val="00CE7989"/>
    <w:rsid w:val="00CE7D6B"/>
    <w:rsid w:val="00D02414"/>
    <w:rsid w:val="00D070FA"/>
    <w:rsid w:val="00D12463"/>
    <w:rsid w:val="00D1411E"/>
    <w:rsid w:val="00D16C22"/>
    <w:rsid w:val="00D20A55"/>
    <w:rsid w:val="00D228C3"/>
    <w:rsid w:val="00D2475F"/>
    <w:rsid w:val="00D2725C"/>
    <w:rsid w:val="00D30BB0"/>
    <w:rsid w:val="00D312F7"/>
    <w:rsid w:val="00D41587"/>
    <w:rsid w:val="00D42AE8"/>
    <w:rsid w:val="00D432E0"/>
    <w:rsid w:val="00D4471B"/>
    <w:rsid w:val="00D44D57"/>
    <w:rsid w:val="00D4528F"/>
    <w:rsid w:val="00D466E9"/>
    <w:rsid w:val="00D47A50"/>
    <w:rsid w:val="00D51553"/>
    <w:rsid w:val="00D53325"/>
    <w:rsid w:val="00D546DB"/>
    <w:rsid w:val="00D56EB2"/>
    <w:rsid w:val="00D6048D"/>
    <w:rsid w:val="00D60A36"/>
    <w:rsid w:val="00D6155E"/>
    <w:rsid w:val="00D62E3D"/>
    <w:rsid w:val="00D66EEB"/>
    <w:rsid w:val="00D67A31"/>
    <w:rsid w:val="00D71602"/>
    <w:rsid w:val="00D73AE7"/>
    <w:rsid w:val="00D7537E"/>
    <w:rsid w:val="00D75D85"/>
    <w:rsid w:val="00D77500"/>
    <w:rsid w:val="00D77EEE"/>
    <w:rsid w:val="00D8080F"/>
    <w:rsid w:val="00D82593"/>
    <w:rsid w:val="00D82BCA"/>
    <w:rsid w:val="00D85B0D"/>
    <w:rsid w:val="00D90494"/>
    <w:rsid w:val="00DA0C68"/>
    <w:rsid w:val="00DA1057"/>
    <w:rsid w:val="00DA141E"/>
    <w:rsid w:val="00DA144A"/>
    <w:rsid w:val="00DA1ED0"/>
    <w:rsid w:val="00DA2522"/>
    <w:rsid w:val="00DA3B65"/>
    <w:rsid w:val="00DA5B97"/>
    <w:rsid w:val="00DA5C42"/>
    <w:rsid w:val="00DA70CC"/>
    <w:rsid w:val="00DB1F1F"/>
    <w:rsid w:val="00DB2466"/>
    <w:rsid w:val="00DB3053"/>
    <w:rsid w:val="00DB3331"/>
    <w:rsid w:val="00DB4134"/>
    <w:rsid w:val="00DC3293"/>
    <w:rsid w:val="00DC62CB"/>
    <w:rsid w:val="00DD0175"/>
    <w:rsid w:val="00DD0628"/>
    <w:rsid w:val="00DD2E32"/>
    <w:rsid w:val="00DD4629"/>
    <w:rsid w:val="00DD4C1E"/>
    <w:rsid w:val="00DD5E86"/>
    <w:rsid w:val="00DE45FE"/>
    <w:rsid w:val="00DF3CD6"/>
    <w:rsid w:val="00DF4823"/>
    <w:rsid w:val="00DF4A30"/>
    <w:rsid w:val="00DF61F6"/>
    <w:rsid w:val="00E010C4"/>
    <w:rsid w:val="00E047CE"/>
    <w:rsid w:val="00E05AFF"/>
    <w:rsid w:val="00E05C62"/>
    <w:rsid w:val="00E0687A"/>
    <w:rsid w:val="00E06E31"/>
    <w:rsid w:val="00E073A7"/>
    <w:rsid w:val="00E112D3"/>
    <w:rsid w:val="00E133FA"/>
    <w:rsid w:val="00E14E50"/>
    <w:rsid w:val="00E1771E"/>
    <w:rsid w:val="00E213E1"/>
    <w:rsid w:val="00E255D4"/>
    <w:rsid w:val="00E27B11"/>
    <w:rsid w:val="00E32C8A"/>
    <w:rsid w:val="00E363B6"/>
    <w:rsid w:val="00E406B7"/>
    <w:rsid w:val="00E44D51"/>
    <w:rsid w:val="00E500C2"/>
    <w:rsid w:val="00E511A9"/>
    <w:rsid w:val="00E53941"/>
    <w:rsid w:val="00E5431F"/>
    <w:rsid w:val="00E56E05"/>
    <w:rsid w:val="00E645EF"/>
    <w:rsid w:val="00E741FB"/>
    <w:rsid w:val="00E74AC1"/>
    <w:rsid w:val="00E7506C"/>
    <w:rsid w:val="00E76BB2"/>
    <w:rsid w:val="00E76CDA"/>
    <w:rsid w:val="00E863E9"/>
    <w:rsid w:val="00E9053F"/>
    <w:rsid w:val="00E90807"/>
    <w:rsid w:val="00E90B7B"/>
    <w:rsid w:val="00E90BF6"/>
    <w:rsid w:val="00E94DE9"/>
    <w:rsid w:val="00E97A5C"/>
    <w:rsid w:val="00EA519F"/>
    <w:rsid w:val="00EA6310"/>
    <w:rsid w:val="00EA6AEF"/>
    <w:rsid w:val="00EA7763"/>
    <w:rsid w:val="00EA7E91"/>
    <w:rsid w:val="00EB12A3"/>
    <w:rsid w:val="00EB3D1A"/>
    <w:rsid w:val="00EB414D"/>
    <w:rsid w:val="00EC2164"/>
    <w:rsid w:val="00EC3FC4"/>
    <w:rsid w:val="00EC4433"/>
    <w:rsid w:val="00EC6819"/>
    <w:rsid w:val="00ED5DE8"/>
    <w:rsid w:val="00ED7A51"/>
    <w:rsid w:val="00EE00C9"/>
    <w:rsid w:val="00EE00D0"/>
    <w:rsid w:val="00EE1A7F"/>
    <w:rsid w:val="00EE2CF7"/>
    <w:rsid w:val="00EE3541"/>
    <w:rsid w:val="00EE38FF"/>
    <w:rsid w:val="00EF1BD5"/>
    <w:rsid w:val="00EF24C9"/>
    <w:rsid w:val="00EF337D"/>
    <w:rsid w:val="00EF4DE9"/>
    <w:rsid w:val="00EF5C36"/>
    <w:rsid w:val="00EF765D"/>
    <w:rsid w:val="00F00E9B"/>
    <w:rsid w:val="00F00F37"/>
    <w:rsid w:val="00F014F5"/>
    <w:rsid w:val="00F01DD4"/>
    <w:rsid w:val="00F0717F"/>
    <w:rsid w:val="00F07D1E"/>
    <w:rsid w:val="00F10811"/>
    <w:rsid w:val="00F11798"/>
    <w:rsid w:val="00F11A21"/>
    <w:rsid w:val="00F160F8"/>
    <w:rsid w:val="00F2555D"/>
    <w:rsid w:val="00F256EB"/>
    <w:rsid w:val="00F25E34"/>
    <w:rsid w:val="00F264D8"/>
    <w:rsid w:val="00F30217"/>
    <w:rsid w:val="00F30D56"/>
    <w:rsid w:val="00F31A24"/>
    <w:rsid w:val="00F3386D"/>
    <w:rsid w:val="00F34E81"/>
    <w:rsid w:val="00F34FEC"/>
    <w:rsid w:val="00F409ED"/>
    <w:rsid w:val="00F432D4"/>
    <w:rsid w:val="00F45E1F"/>
    <w:rsid w:val="00F50F40"/>
    <w:rsid w:val="00F536C2"/>
    <w:rsid w:val="00F55006"/>
    <w:rsid w:val="00F55F4D"/>
    <w:rsid w:val="00F57A45"/>
    <w:rsid w:val="00F6424F"/>
    <w:rsid w:val="00F64297"/>
    <w:rsid w:val="00F64BFC"/>
    <w:rsid w:val="00F67127"/>
    <w:rsid w:val="00F6794F"/>
    <w:rsid w:val="00F72AD2"/>
    <w:rsid w:val="00F74656"/>
    <w:rsid w:val="00F75BBC"/>
    <w:rsid w:val="00F76962"/>
    <w:rsid w:val="00F76981"/>
    <w:rsid w:val="00F8108E"/>
    <w:rsid w:val="00F82C2F"/>
    <w:rsid w:val="00F84BA3"/>
    <w:rsid w:val="00F851BE"/>
    <w:rsid w:val="00F9197F"/>
    <w:rsid w:val="00FA262A"/>
    <w:rsid w:val="00FA36D1"/>
    <w:rsid w:val="00FA5175"/>
    <w:rsid w:val="00FA780A"/>
    <w:rsid w:val="00FB07F6"/>
    <w:rsid w:val="00FB1A1A"/>
    <w:rsid w:val="00FB49DB"/>
    <w:rsid w:val="00FB68A5"/>
    <w:rsid w:val="00FB7A84"/>
    <w:rsid w:val="00FC06AE"/>
    <w:rsid w:val="00FC10CC"/>
    <w:rsid w:val="00FC1D8E"/>
    <w:rsid w:val="00FC29BD"/>
    <w:rsid w:val="00FC37B6"/>
    <w:rsid w:val="00FC4CBC"/>
    <w:rsid w:val="00FC5A5E"/>
    <w:rsid w:val="00FC6F4C"/>
    <w:rsid w:val="00FC7562"/>
    <w:rsid w:val="00FD40F6"/>
    <w:rsid w:val="00FD4597"/>
    <w:rsid w:val="00FD635D"/>
    <w:rsid w:val="00FD64EA"/>
    <w:rsid w:val="00FE021B"/>
    <w:rsid w:val="00FE15B0"/>
    <w:rsid w:val="00FE22B4"/>
    <w:rsid w:val="00FE55C2"/>
    <w:rsid w:val="00FE7BCA"/>
    <w:rsid w:val="00FE7FAF"/>
    <w:rsid w:val="00FF2348"/>
    <w:rsid w:val="00FF42B5"/>
    <w:rsid w:val="0587713B"/>
    <w:rsid w:val="0698E1B1"/>
    <w:rsid w:val="06C25473"/>
    <w:rsid w:val="0830A77B"/>
    <w:rsid w:val="0A229393"/>
    <w:rsid w:val="0A29E85D"/>
    <w:rsid w:val="0B168813"/>
    <w:rsid w:val="1382F761"/>
    <w:rsid w:val="146F5DEE"/>
    <w:rsid w:val="16976969"/>
    <w:rsid w:val="16DA56E3"/>
    <w:rsid w:val="16F3D34F"/>
    <w:rsid w:val="171FFDCD"/>
    <w:rsid w:val="19994A04"/>
    <w:rsid w:val="19E22117"/>
    <w:rsid w:val="1D00997C"/>
    <w:rsid w:val="1D19C1D9"/>
    <w:rsid w:val="20BB78EC"/>
    <w:rsid w:val="20DF9096"/>
    <w:rsid w:val="24DC7838"/>
    <w:rsid w:val="2D4CD375"/>
    <w:rsid w:val="3041A857"/>
    <w:rsid w:val="30DA3323"/>
    <w:rsid w:val="3C6BAB45"/>
    <w:rsid w:val="3D264BA5"/>
    <w:rsid w:val="3F59F3F2"/>
    <w:rsid w:val="3FA34C07"/>
    <w:rsid w:val="4631D93D"/>
    <w:rsid w:val="46BCF869"/>
    <w:rsid w:val="49D3EFFC"/>
    <w:rsid w:val="4D001EA1"/>
    <w:rsid w:val="4DD618A3"/>
    <w:rsid w:val="4EC0E4B3"/>
    <w:rsid w:val="4FC15D57"/>
    <w:rsid w:val="4FDA872C"/>
    <w:rsid w:val="53243A4B"/>
    <w:rsid w:val="53C6B02D"/>
    <w:rsid w:val="547E7C4A"/>
    <w:rsid w:val="58F540BC"/>
    <w:rsid w:val="5ABBB478"/>
    <w:rsid w:val="5BB5D330"/>
    <w:rsid w:val="5C1B47E2"/>
    <w:rsid w:val="5E14D693"/>
    <w:rsid w:val="5E209377"/>
    <w:rsid w:val="5E5B93EA"/>
    <w:rsid w:val="5E892B42"/>
    <w:rsid w:val="5FA4F12B"/>
    <w:rsid w:val="624DEC18"/>
    <w:rsid w:val="64496E61"/>
    <w:rsid w:val="6620E497"/>
    <w:rsid w:val="6761592E"/>
    <w:rsid w:val="6AB50373"/>
    <w:rsid w:val="6C6323C9"/>
    <w:rsid w:val="6E9EED24"/>
    <w:rsid w:val="6EF090DE"/>
    <w:rsid w:val="71AFD4AF"/>
    <w:rsid w:val="747E175D"/>
    <w:rsid w:val="74EF0FAF"/>
    <w:rsid w:val="765F5453"/>
    <w:rsid w:val="7ABB6AFB"/>
    <w:rsid w:val="7C6446FB"/>
    <w:rsid w:val="7C729196"/>
    <w:rsid w:val="7EEFB75A"/>
    <w:rsid w:val="7F8F8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042C324"/>
  <w14:defaultImageDpi w14:val="300"/>
  <w15:chartTrackingRefBased/>
  <w15:docId w15:val="{32C5ABC9-1480-4F8A-93F1-E4BE5B1B1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header" w:uiPriority="99"/>
    <w:lsdException w:name="footer" w:uiPriority="99"/>
    <w:lsdException w:name="caption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97483"/>
    <w:pPr>
      <w:jc w:val="both"/>
    </w:pPr>
    <w:rPr>
      <w:rFonts w:ascii="Calibri" w:hAnsi="Calibri"/>
      <w:sz w:val="22"/>
      <w:szCs w:val="21"/>
    </w:rPr>
  </w:style>
  <w:style w:type="paragraph" w:styleId="Titre1">
    <w:name w:val="heading 1"/>
    <w:basedOn w:val="Normal"/>
    <w:next w:val="Normal"/>
    <w:link w:val="Titre1Car"/>
    <w:uiPriority w:val="9"/>
    <w:qFormat/>
    <w:rsid w:val="00F74656"/>
    <w:pPr>
      <w:keepNext/>
      <w:keepLines/>
      <w:suppressLineNumbers/>
      <w:spacing w:before="360" w:after="120"/>
      <w:outlineLvl w:val="0"/>
    </w:pPr>
    <w:rPr>
      <w:b/>
      <w:bCs/>
      <w:caps/>
      <w:color w:val="A6A6A6"/>
      <w:kern w:val="28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F74656"/>
    <w:pPr>
      <w:keepNext/>
      <w:numPr>
        <w:ilvl w:val="1"/>
        <w:numId w:val="6"/>
      </w:numPr>
      <w:spacing w:before="360" w:after="240"/>
      <w:outlineLvl w:val="1"/>
    </w:pPr>
    <w:rPr>
      <w:b/>
      <w:bCs/>
      <w:color w:val="262626"/>
      <w:sz w:val="24"/>
      <w:szCs w:val="24"/>
      <w:u w:val="single" w:color="A6A6A6"/>
    </w:rPr>
  </w:style>
  <w:style w:type="paragraph" w:styleId="Titre3">
    <w:name w:val="heading 3"/>
    <w:basedOn w:val="Normal"/>
    <w:next w:val="Normal"/>
    <w:link w:val="Titre3Car"/>
    <w:qFormat/>
    <w:rsid w:val="00F74656"/>
    <w:pPr>
      <w:keepNext/>
      <w:numPr>
        <w:ilvl w:val="2"/>
        <w:numId w:val="6"/>
      </w:numPr>
      <w:spacing w:before="120" w:after="120"/>
      <w:outlineLvl w:val="2"/>
    </w:pPr>
    <w:rPr>
      <w:b/>
      <w:color w:val="262626"/>
    </w:rPr>
  </w:style>
  <w:style w:type="paragraph" w:styleId="Titre4">
    <w:name w:val="heading 4"/>
    <w:basedOn w:val="Normal"/>
    <w:next w:val="Normal"/>
    <w:link w:val="Titre4Car"/>
    <w:qFormat/>
    <w:rsid w:val="00F74656"/>
    <w:pPr>
      <w:keepNext/>
      <w:numPr>
        <w:ilvl w:val="3"/>
        <w:numId w:val="6"/>
      </w:numPr>
      <w:jc w:val="right"/>
      <w:outlineLvl w:val="3"/>
    </w:pPr>
    <w:rPr>
      <w:b/>
      <w:bCs/>
    </w:rPr>
  </w:style>
  <w:style w:type="paragraph" w:styleId="Titre5">
    <w:name w:val="heading 5"/>
    <w:basedOn w:val="Normal"/>
    <w:next w:val="Normal"/>
    <w:link w:val="Titre5Car"/>
    <w:qFormat/>
    <w:rsid w:val="00F74656"/>
    <w:pPr>
      <w:numPr>
        <w:ilvl w:val="4"/>
        <w:numId w:val="6"/>
      </w:numPr>
      <w:spacing w:before="240" w:after="60"/>
      <w:outlineLvl w:val="4"/>
    </w:pPr>
    <w:rPr>
      <w:szCs w:val="22"/>
    </w:rPr>
  </w:style>
  <w:style w:type="paragraph" w:styleId="Titre6">
    <w:name w:val="heading 6"/>
    <w:basedOn w:val="Normal"/>
    <w:next w:val="Normal"/>
    <w:link w:val="Titre6Car"/>
    <w:qFormat/>
    <w:rsid w:val="00F74656"/>
    <w:pPr>
      <w:numPr>
        <w:ilvl w:val="5"/>
        <w:numId w:val="6"/>
      </w:numPr>
      <w:spacing w:before="240" w:after="60"/>
      <w:outlineLvl w:val="5"/>
    </w:pPr>
    <w:rPr>
      <w:rFonts w:ascii="Times New Roman" w:hAnsi="Times New Roman"/>
      <w:i/>
      <w:iCs/>
      <w:szCs w:val="22"/>
    </w:rPr>
  </w:style>
  <w:style w:type="paragraph" w:styleId="Titre7">
    <w:name w:val="heading 7"/>
    <w:basedOn w:val="Normal"/>
    <w:next w:val="Normal"/>
    <w:link w:val="Titre7Car"/>
    <w:qFormat/>
    <w:rsid w:val="00F74656"/>
    <w:pPr>
      <w:numPr>
        <w:ilvl w:val="6"/>
        <w:numId w:val="6"/>
      </w:numPr>
      <w:spacing w:before="240" w:after="60"/>
      <w:outlineLvl w:val="6"/>
    </w:pPr>
  </w:style>
  <w:style w:type="paragraph" w:styleId="Titre8">
    <w:name w:val="heading 8"/>
    <w:basedOn w:val="Normal"/>
    <w:next w:val="Normal"/>
    <w:link w:val="Titre8Car"/>
    <w:qFormat/>
    <w:rsid w:val="00F74656"/>
    <w:pPr>
      <w:numPr>
        <w:ilvl w:val="7"/>
        <w:numId w:val="6"/>
      </w:numPr>
      <w:spacing w:before="240" w:after="60"/>
      <w:outlineLvl w:val="7"/>
    </w:pPr>
    <w:rPr>
      <w:i/>
      <w:iCs/>
    </w:rPr>
  </w:style>
  <w:style w:type="paragraph" w:styleId="Titre9">
    <w:name w:val="heading 9"/>
    <w:basedOn w:val="Normal"/>
    <w:next w:val="Normal"/>
    <w:link w:val="Titre9Car"/>
    <w:qFormat/>
    <w:rsid w:val="00F74656"/>
    <w:pPr>
      <w:numPr>
        <w:ilvl w:val="8"/>
        <w:numId w:val="6"/>
      </w:numPr>
      <w:spacing w:before="240" w:after="60"/>
      <w:outlineLvl w:val="8"/>
    </w:pPr>
    <w:rPr>
      <w:b/>
      <w:bCs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rsid w:val="00F74656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F74656"/>
    <w:rPr>
      <w:rFonts w:ascii="Arial" w:hAnsi="Arial"/>
      <w:sz w:val="21"/>
      <w:szCs w:val="21"/>
    </w:rPr>
  </w:style>
  <w:style w:type="paragraph" w:styleId="Pieddepage">
    <w:name w:val="footer"/>
    <w:basedOn w:val="Normal"/>
    <w:link w:val="PieddepageCar"/>
    <w:uiPriority w:val="99"/>
    <w:rsid w:val="00F74656"/>
    <w:pPr>
      <w:tabs>
        <w:tab w:val="center" w:pos="4536"/>
        <w:tab w:val="right" w:pos="9072"/>
      </w:tabs>
    </w:pPr>
    <w:rPr>
      <w:sz w:val="20"/>
    </w:rPr>
  </w:style>
  <w:style w:type="character" w:customStyle="1" w:styleId="PieddepageCar">
    <w:name w:val="Pied de page Car"/>
    <w:link w:val="Pieddepage"/>
    <w:uiPriority w:val="99"/>
    <w:rsid w:val="00F74656"/>
    <w:rPr>
      <w:rFonts w:ascii="Arial" w:hAnsi="Arial"/>
      <w:szCs w:val="21"/>
    </w:rPr>
  </w:style>
  <w:style w:type="character" w:styleId="Numrodepage">
    <w:name w:val="page number"/>
    <w:rsid w:val="00F74656"/>
  </w:style>
  <w:style w:type="paragraph" w:styleId="TM4">
    <w:name w:val="toc 4"/>
    <w:basedOn w:val="Normal"/>
    <w:next w:val="Normal"/>
    <w:autoRedefine/>
    <w:rsid w:val="0006026B"/>
    <w:pPr>
      <w:ind w:left="630"/>
    </w:pPr>
  </w:style>
  <w:style w:type="paragraph" w:styleId="TM1">
    <w:name w:val="toc 1"/>
    <w:basedOn w:val="Normal"/>
    <w:next w:val="Normal"/>
    <w:uiPriority w:val="39"/>
    <w:qFormat/>
    <w:rsid w:val="0063612D"/>
    <w:pPr>
      <w:tabs>
        <w:tab w:val="left" w:pos="284"/>
        <w:tab w:val="right" w:leader="dot" w:pos="10206"/>
      </w:tabs>
      <w:spacing w:before="120" w:after="120"/>
      <w:jc w:val="left"/>
    </w:pPr>
    <w:rPr>
      <w:rFonts w:cs="Arial"/>
      <w:b/>
      <w:bCs/>
      <w:noProof/>
      <w:color w:val="808080"/>
      <w:szCs w:val="22"/>
    </w:rPr>
  </w:style>
  <w:style w:type="paragraph" w:styleId="TM2">
    <w:name w:val="toc 2"/>
    <w:basedOn w:val="Normal"/>
    <w:next w:val="Normal"/>
    <w:uiPriority w:val="39"/>
    <w:qFormat/>
    <w:rsid w:val="0063612D"/>
    <w:pPr>
      <w:tabs>
        <w:tab w:val="right" w:leader="dot" w:pos="10206"/>
      </w:tabs>
      <w:ind w:left="426" w:right="29" w:hanging="426"/>
      <w:jc w:val="left"/>
    </w:pPr>
    <w:rPr>
      <w:rFonts w:cs="Arial"/>
      <w:b/>
      <w:bCs/>
      <w:noProof/>
      <w:sz w:val="20"/>
      <w:szCs w:val="20"/>
    </w:rPr>
  </w:style>
  <w:style w:type="paragraph" w:styleId="Lgende">
    <w:name w:val="caption"/>
    <w:basedOn w:val="Normal"/>
    <w:next w:val="Normal"/>
    <w:qFormat/>
    <w:rsid w:val="00F74656"/>
    <w:pPr>
      <w:spacing w:before="120" w:after="120"/>
    </w:pPr>
    <w:rPr>
      <w:b/>
      <w:bCs/>
    </w:rPr>
  </w:style>
  <w:style w:type="paragraph" w:customStyle="1" w:styleId="SNIListe">
    <w:name w:val="SNI Liste"/>
    <w:basedOn w:val="Normal"/>
    <w:qFormat/>
    <w:rsid w:val="000168FE"/>
    <w:pPr>
      <w:numPr>
        <w:numId w:val="3"/>
      </w:numPr>
      <w:tabs>
        <w:tab w:val="clear" w:pos="360"/>
        <w:tab w:val="num" w:pos="142"/>
      </w:tabs>
      <w:ind w:left="142" w:hanging="284"/>
    </w:pPr>
    <w:rPr>
      <w:rFonts w:cs="Arial"/>
    </w:rPr>
  </w:style>
  <w:style w:type="paragraph" w:styleId="NormalWeb">
    <w:name w:val="Normal (Web)"/>
    <w:basedOn w:val="Normal"/>
    <w:uiPriority w:val="99"/>
    <w:unhideWhenUsed/>
    <w:rsid w:val="00DB3331"/>
    <w:pPr>
      <w:spacing w:before="100" w:beforeAutospacing="1" w:after="100" w:afterAutospacing="1"/>
      <w:jc w:val="left"/>
    </w:pPr>
    <w:rPr>
      <w:rFonts w:ascii="Times New Roman" w:eastAsia="Calibri" w:hAnsi="Times New Roman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DB3331"/>
    <w:pPr>
      <w:ind w:left="708"/>
    </w:pPr>
  </w:style>
  <w:style w:type="table" w:styleId="Grilledutableau">
    <w:name w:val="Table Grid"/>
    <w:basedOn w:val="TableauNormal"/>
    <w:rsid w:val="008435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NINormal">
    <w:name w:val="SNI Normal"/>
    <w:basedOn w:val="Normal"/>
    <w:qFormat/>
    <w:rsid w:val="00740788"/>
    <w:pPr>
      <w:ind w:left="-142" w:right="-142"/>
      <w:jc w:val="left"/>
    </w:pPr>
  </w:style>
  <w:style w:type="paragraph" w:customStyle="1" w:styleId="SNITitre3">
    <w:name w:val="SNI Titre 3"/>
    <w:basedOn w:val="Titre3"/>
    <w:qFormat/>
    <w:rsid w:val="003341B7"/>
    <w:pPr>
      <w:numPr>
        <w:numId w:val="5"/>
      </w:numPr>
      <w:tabs>
        <w:tab w:val="clear" w:pos="1146"/>
      </w:tabs>
      <w:ind w:left="426" w:right="-142" w:hanging="568"/>
    </w:pPr>
    <w:rPr>
      <w:rFonts w:cs="Arial"/>
    </w:rPr>
  </w:style>
  <w:style w:type="paragraph" w:customStyle="1" w:styleId="SNITitre2">
    <w:name w:val="SNI Titre 2"/>
    <w:basedOn w:val="Titre2"/>
    <w:qFormat/>
    <w:rsid w:val="0027739C"/>
    <w:pPr>
      <w:numPr>
        <w:numId w:val="4"/>
      </w:numPr>
      <w:tabs>
        <w:tab w:val="clear" w:pos="1426"/>
        <w:tab w:val="num" w:pos="1711"/>
      </w:tabs>
      <w:ind w:left="1711" w:right="-142"/>
    </w:pPr>
    <w:rPr>
      <w:rFonts w:cs="Arial"/>
      <w:sz w:val="32"/>
    </w:rPr>
  </w:style>
  <w:style w:type="paragraph" w:customStyle="1" w:styleId="SNITitre1">
    <w:name w:val="SNI Titre 1"/>
    <w:basedOn w:val="Titre1"/>
    <w:qFormat/>
    <w:rsid w:val="00EC2164"/>
    <w:pPr>
      <w:numPr>
        <w:numId w:val="4"/>
      </w:numPr>
      <w:ind w:right="-142"/>
    </w:pPr>
    <w:rPr>
      <w:rFonts w:cs="Arial"/>
      <w:caps w:val="0"/>
      <w:sz w:val="36"/>
    </w:rPr>
  </w:style>
  <w:style w:type="character" w:styleId="Lienhypertexte">
    <w:name w:val="Hyperlink"/>
    <w:uiPriority w:val="99"/>
    <w:rsid w:val="00F74656"/>
    <w:rPr>
      <w:rFonts w:ascii="Arial" w:hAnsi="Arial"/>
      <w:color w:val="0000FF"/>
      <w:sz w:val="20"/>
      <w:u w:val="single"/>
    </w:rPr>
  </w:style>
  <w:style w:type="paragraph" w:customStyle="1" w:styleId="Puce">
    <w:name w:val="Puce"/>
    <w:basedOn w:val="Normal"/>
    <w:autoRedefine/>
    <w:rsid w:val="00F74656"/>
    <w:pPr>
      <w:numPr>
        <w:numId w:val="1"/>
      </w:numPr>
      <w:spacing w:before="120"/>
    </w:pPr>
  </w:style>
  <w:style w:type="numbering" w:customStyle="1" w:styleId="PucesSNI">
    <w:name w:val="Puces SNI"/>
    <w:rsid w:val="00F74656"/>
    <w:pPr>
      <w:numPr>
        <w:numId w:val="2"/>
      </w:numPr>
    </w:pPr>
  </w:style>
  <w:style w:type="paragraph" w:customStyle="1" w:styleId="SNIsanspuces">
    <w:name w:val="SNI sans puces"/>
    <w:basedOn w:val="SNIListe"/>
    <w:qFormat/>
    <w:rsid w:val="00F74656"/>
    <w:pPr>
      <w:numPr>
        <w:numId w:val="0"/>
      </w:numPr>
    </w:pPr>
  </w:style>
  <w:style w:type="paragraph" w:styleId="Textedebulles">
    <w:name w:val="Balloon Text"/>
    <w:basedOn w:val="Normal"/>
    <w:link w:val="TextedebullesCar"/>
    <w:rsid w:val="00F74656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link w:val="Textedebulles"/>
    <w:rsid w:val="00F74656"/>
    <w:rPr>
      <w:rFonts w:ascii="Lucida Grande" w:hAnsi="Lucida Grande"/>
      <w:sz w:val="18"/>
      <w:szCs w:val="18"/>
    </w:rPr>
  </w:style>
  <w:style w:type="character" w:customStyle="1" w:styleId="Titre1Car">
    <w:name w:val="Titre 1 Car"/>
    <w:link w:val="Titre1"/>
    <w:uiPriority w:val="9"/>
    <w:rsid w:val="00F74656"/>
    <w:rPr>
      <w:rFonts w:ascii="Arial" w:hAnsi="Arial"/>
      <w:b/>
      <w:bCs/>
      <w:caps/>
      <w:color w:val="A6A6A6"/>
      <w:kern w:val="28"/>
      <w:sz w:val="28"/>
      <w:szCs w:val="28"/>
    </w:rPr>
  </w:style>
  <w:style w:type="character" w:customStyle="1" w:styleId="Titre2Car">
    <w:name w:val="Titre 2 Car"/>
    <w:link w:val="Titre2"/>
    <w:rsid w:val="00F74656"/>
    <w:rPr>
      <w:rFonts w:ascii="Calibri" w:hAnsi="Calibri"/>
      <w:b/>
      <w:bCs/>
      <w:color w:val="262626"/>
      <w:sz w:val="24"/>
      <w:szCs w:val="24"/>
      <w:u w:val="single" w:color="A6A6A6"/>
    </w:rPr>
  </w:style>
  <w:style w:type="character" w:customStyle="1" w:styleId="Titre3Car">
    <w:name w:val="Titre 3 Car"/>
    <w:link w:val="Titre3"/>
    <w:rsid w:val="00F74656"/>
    <w:rPr>
      <w:rFonts w:ascii="Calibri" w:hAnsi="Calibri"/>
      <w:b/>
      <w:color w:val="262626"/>
      <w:sz w:val="22"/>
      <w:szCs w:val="21"/>
    </w:rPr>
  </w:style>
  <w:style w:type="character" w:customStyle="1" w:styleId="Titre4Car">
    <w:name w:val="Titre 4 Car"/>
    <w:link w:val="Titre4"/>
    <w:rsid w:val="00F74656"/>
    <w:rPr>
      <w:rFonts w:ascii="Calibri" w:hAnsi="Calibri"/>
      <w:b/>
      <w:bCs/>
      <w:sz w:val="22"/>
      <w:szCs w:val="21"/>
    </w:rPr>
  </w:style>
  <w:style w:type="character" w:customStyle="1" w:styleId="Titre5Car">
    <w:name w:val="Titre 5 Car"/>
    <w:link w:val="Titre5"/>
    <w:rsid w:val="00F74656"/>
    <w:rPr>
      <w:rFonts w:ascii="Calibri" w:hAnsi="Calibri"/>
      <w:sz w:val="22"/>
      <w:szCs w:val="22"/>
    </w:rPr>
  </w:style>
  <w:style w:type="character" w:customStyle="1" w:styleId="Titre6Car">
    <w:name w:val="Titre 6 Car"/>
    <w:link w:val="Titre6"/>
    <w:rsid w:val="00F74656"/>
    <w:rPr>
      <w:i/>
      <w:iCs/>
      <w:sz w:val="22"/>
      <w:szCs w:val="22"/>
    </w:rPr>
  </w:style>
  <w:style w:type="character" w:customStyle="1" w:styleId="Titre7Car">
    <w:name w:val="Titre 7 Car"/>
    <w:link w:val="Titre7"/>
    <w:rsid w:val="00F74656"/>
    <w:rPr>
      <w:rFonts w:ascii="Calibri" w:hAnsi="Calibri"/>
      <w:sz w:val="22"/>
      <w:szCs w:val="21"/>
    </w:rPr>
  </w:style>
  <w:style w:type="character" w:customStyle="1" w:styleId="Titre8Car">
    <w:name w:val="Titre 8 Car"/>
    <w:link w:val="Titre8"/>
    <w:rsid w:val="00F74656"/>
    <w:rPr>
      <w:rFonts w:ascii="Calibri" w:hAnsi="Calibri"/>
      <w:i/>
      <w:iCs/>
      <w:sz w:val="22"/>
      <w:szCs w:val="21"/>
    </w:rPr>
  </w:style>
  <w:style w:type="character" w:customStyle="1" w:styleId="Titre9Car">
    <w:name w:val="Titre 9 Car"/>
    <w:link w:val="Titre9"/>
    <w:rsid w:val="00F74656"/>
    <w:rPr>
      <w:rFonts w:ascii="Calibri" w:hAnsi="Calibri"/>
      <w:b/>
      <w:bCs/>
      <w:i/>
      <w:iCs/>
      <w:sz w:val="18"/>
      <w:szCs w:val="18"/>
    </w:rPr>
  </w:style>
  <w:style w:type="paragraph" w:styleId="TM3">
    <w:name w:val="toc 3"/>
    <w:basedOn w:val="Normal"/>
    <w:next w:val="Normal"/>
    <w:uiPriority w:val="39"/>
    <w:qFormat/>
    <w:rsid w:val="0063612D"/>
    <w:pPr>
      <w:tabs>
        <w:tab w:val="left" w:pos="993"/>
        <w:tab w:val="right" w:leader="dot" w:pos="10206"/>
      </w:tabs>
      <w:ind w:left="420" w:right="29"/>
      <w:jc w:val="left"/>
    </w:pPr>
    <w:rPr>
      <w:rFonts w:cs="Arial"/>
      <w:iCs/>
      <w:noProof/>
      <w:sz w:val="20"/>
    </w:rPr>
  </w:style>
  <w:style w:type="paragraph" w:styleId="TM5">
    <w:name w:val="toc 5"/>
    <w:basedOn w:val="Normal"/>
    <w:next w:val="Normal"/>
    <w:autoRedefine/>
    <w:rsid w:val="0006026B"/>
    <w:pPr>
      <w:ind w:left="840"/>
    </w:pPr>
  </w:style>
  <w:style w:type="paragraph" w:styleId="TM6">
    <w:name w:val="toc 6"/>
    <w:basedOn w:val="Normal"/>
    <w:next w:val="Normal"/>
    <w:autoRedefine/>
    <w:rsid w:val="0006026B"/>
    <w:pPr>
      <w:ind w:left="1050"/>
    </w:pPr>
  </w:style>
  <w:style w:type="paragraph" w:styleId="TM7">
    <w:name w:val="toc 7"/>
    <w:basedOn w:val="Normal"/>
    <w:next w:val="Normal"/>
    <w:autoRedefine/>
    <w:rsid w:val="0006026B"/>
    <w:pPr>
      <w:ind w:left="1260"/>
    </w:pPr>
  </w:style>
  <w:style w:type="paragraph" w:styleId="TM8">
    <w:name w:val="toc 8"/>
    <w:basedOn w:val="Normal"/>
    <w:next w:val="Normal"/>
    <w:autoRedefine/>
    <w:rsid w:val="0006026B"/>
    <w:pPr>
      <w:ind w:left="1470"/>
    </w:pPr>
  </w:style>
  <w:style w:type="paragraph" w:styleId="TM9">
    <w:name w:val="toc 9"/>
    <w:basedOn w:val="Normal"/>
    <w:next w:val="Normal"/>
    <w:autoRedefine/>
    <w:rsid w:val="0006026B"/>
    <w:pPr>
      <w:ind w:left="1680"/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27739C"/>
    <w:pPr>
      <w:suppressLineNumbers w:val="0"/>
      <w:spacing w:before="240" w:after="0" w:line="259" w:lineRule="auto"/>
      <w:jc w:val="left"/>
      <w:outlineLvl w:val="9"/>
    </w:pPr>
    <w:rPr>
      <w:rFonts w:ascii="Calibri Light" w:hAnsi="Calibri Light"/>
      <w:b w:val="0"/>
      <w:bCs w:val="0"/>
      <w:caps w:val="0"/>
      <w:color w:val="2F5496"/>
      <w:kern w:val="0"/>
      <w:sz w:val="32"/>
      <w:szCs w:val="32"/>
    </w:rPr>
  </w:style>
  <w:style w:type="character" w:styleId="Accentuation">
    <w:name w:val="Emphasis"/>
    <w:qFormat/>
    <w:rsid w:val="00397483"/>
    <w:rPr>
      <w:i/>
      <w:iCs/>
    </w:rPr>
  </w:style>
  <w:style w:type="paragraph" w:styleId="Notedebasdepage">
    <w:name w:val="footnote text"/>
    <w:basedOn w:val="Normal"/>
    <w:link w:val="NotedebasdepageCar"/>
    <w:rsid w:val="001068D6"/>
    <w:rPr>
      <w:sz w:val="20"/>
      <w:szCs w:val="20"/>
    </w:rPr>
  </w:style>
  <w:style w:type="character" w:customStyle="1" w:styleId="NotedebasdepageCar">
    <w:name w:val="Note de bas de page Car"/>
    <w:link w:val="Notedebasdepage"/>
    <w:rsid w:val="001068D6"/>
    <w:rPr>
      <w:rFonts w:ascii="Calibri" w:hAnsi="Calibri"/>
    </w:rPr>
  </w:style>
  <w:style w:type="character" w:styleId="Appelnotedebasdep">
    <w:name w:val="footnote reference"/>
    <w:rsid w:val="001068D6"/>
    <w:rPr>
      <w:vertAlign w:val="superscript"/>
    </w:rPr>
  </w:style>
  <w:style w:type="character" w:styleId="Marquedecommentaire">
    <w:name w:val="annotation reference"/>
    <w:rsid w:val="00D1411E"/>
    <w:rPr>
      <w:sz w:val="16"/>
      <w:szCs w:val="16"/>
    </w:rPr>
  </w:style>
  <w:style w:type="paragraph" w:styleId="Commentaire">
    <w:name w:val="annotation text"/>
    <w:basedOn w:val="Normal"/>
    <w:link w:val="CommentaireCar"/>
    <w:rsid w:val="00D1411E"/>
    <w:rPr>
      <w:sz w:val="20"/>
      <w:szCs w:val="20"/>
    </w:rPr>
  </w:style>
  <w:style w:type="character" w:customStyle="1" w:styleId="CommentaireCar">
    <w:name w:val="Commentaire Car"/>
    <w:link w:val="Commentaire"/>
    <w:rsid w:val="00D1411E"/>
    <w:rPr>
      <w:rFonts w:ascii="Calibri" w:hAnsi="Calibri"/>
    </w:rPr>
  </w:style>
  <w:style w:type="paragraph" w:styleId="Objetducommentaire">
    <w:name w:val="annotation subject"/>
    <w:basedOn w:val="Commentaire"/>
    <w:next w:val="Commentaire"/>
    <w:link w:val="ObjetducommentaireCar"/>
    <w:rsid w:val="00D1411E"/>
    <w:rPr>
      <w:b/>
      <w:bCs/>
    </w:rPr>
  </w:style>
  <w:style w:type="character" w:customStyle="1" w:styleId="ObjetducommentaireCar">
    <w:name w:val="Objet du commentaire Car"/>
    <w:link w:val="Objetducommentaire"/>
    <w:rsid w:val="00D1411E"/>
    <w:rPr>
      <w:rFonts w:ascii="Calibri" w:hAnsi="Calibri"/>
      <w:b/>
      <w:bCs/>
    </w:rPr>
  </w:style>
  <w:style w:type="paragraph" w:styleId="Rvision">
    <w:name w:val="Revision"/>
    <w:hidden/>
    <w:uiPriority w:val="71"/>
    <w:rsid w:val="007869A3"/>
    <w:rPr>
      <w:rFonts w:ascii="Calibri" w:hAnsi="Calibri"/>
      <w:sz w:val="22"/>
      <w:szCs w:val="21"/>
    </w:rPr>
  </w:style>
  <w:style w:type="character" w:customStyle="1" w:styleId="Mentionnonrsolue1">
    <w:name w:val="Mention non résolue1"/>
    <w:uiPriority w:val="99"/>
    <w:semiHidden/>
    <w:unhideWhenUsed/>
    <w:rsid w:val="00A86F67"/>
    <w:rPr>
      <w:color w:val="605E5C"/>
      <w:shd w:val="clear" w:color="auto" w:fill="E1DFDD"/>
    </w:rPr>
  </w:style>
  <w:style w:type="character" w:styleId="lev">
    <w:name w:val="Strong"/>
    <w:qFormat/>
    <w:rsid w:val="005F4470"/>
    <w:rPr>
      <w:b/>
      <w:bCs/>
    </w:rPr>
  </w:style>
  <w:style w:type="numbering" w:customStyle="1" w:styleId="PucesSNI1">
    <w:name w:val="Puces SNI1"/>
    <w:rsid w:val="004B1781"/>
  </w:style>
  <w:style w:type="numbering" w:customStyle="1" w:styleId="PucesSNI2">
    <w:name w:val="Puces SNI2"/>
    <w:rsid w:val="004B1781"/>
  </w:style>
  <w:style w:type="character" w:styleId="Lienhypertextesuivivisit">
    <w:name w:val="FollowedHyperlink"/>
    <w:basedOn w:val="Policepardfaut"/>
    <w:rsid w:val="0063267C"/>
    <w:rPr>
      <w:color w:val="954F72" w:themeColor="followedHyperlink"/>
      <w:u w:val="single"/>
    </w:rPr>
  </w:style>
  <w:style w:type="character" w:styleId="Textedelespacerserv">
    <w:name w:val="Placeholder Text"/>
    <w:basedOn w:val="Policepardfaut"/>
    <w:uiPriority w:val="99"/>
    <w:unhideWhenUsed/>
    <w:rsid w:val="000C32A1"/>
    <w:rPr>
      <w:color w:val="808080"/>
    </w:rPr>
  </w:style>
  <w:style w:type="character" w:customStyle="1" w:styleId="Style1">
    <w:name w:val="Style1"/>
    <w:basedOn w:val="Policepardfaut"/>
    <w:uiPriority w:val="1"/>
    <w:rsid w:val="00BD0E68"/>
    <w:rPr>
      <w:rFonts w:ascii="Arial" w:hAnsi="Arial"/>
      <w:sz w:val="22"/>
    </w:rPr>
  </w:style>
  <w:style w:type="character" w:customStyle="1" w:styleId="Style2">
    <w:name w:val="Style2"/>
    <w:basedOn w:val="Policepardfaut"/>
    <w:uiPriority w:val="1"/>
    <w:rsid w:val="00BD0E68"/>
    <w:rPr>
      <w:rFonts w:ascii="Arial" w:hAnsi="Arial"/>
      <w:b/>
      <w:color w:val="0070C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874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0901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00440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7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44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18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7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5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30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JY_Murzin\DIO\Espace_Interne_Dio\Mod&#233;les_Documents\mod_doc_dio_msi-mode-001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7C0AB7CEF674DE48323451F5E42666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9213A82-0AC1-4F06-B34C-D14D34F20CB6}"/>
      </w:docPartPr>
      <w:docPartBody>
        <w:p w:rsidR="00B10201" w:rsidRDefault="00030348" w:rsidP="00030348">
          <w:pPr>
            <w:pStyle w:val="E7C0AB7CEF674DE48323451F5E4266642"/>
          </w:pPr>
          <w:r w:rsidRPr="00003033">
            <w:rPr>
              <w:rStyle w:val="Textedelespacerserv"/>
            </w:rPr>
            <w:t>[Société]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Univers Next Pro Condensed">
    <w:altName w:val="Calibri"/>
    <w:panose1 w:val="020B0506030202020203"/>
    <w:charset w:val="00"/>
    <w:family w:val="swiss"/>
    <w:notTrueType/>
    <w:pitch w:val="variable"/>
    <w:sig w:usb0="A000002F" w:usb1="5000205B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0348"/>
    <w:rsid w:val="00015473"/>
    <w:rsid w:val="00016F0A"/>
    <w:rsid w:val="00030348"/>
    <w:rsid w:val="00131513"/>
    <w:rsid w:val="00137E04"/>
    <w:rsid w:val="00401C94"/>
    <w:rsid w:val="004E5AC7"/>
    <w:rsid w:val="0056613C"/>
    <w:rsid w:val="006179E0"/>
    <w:rsid w:val="00A918D4"/>
    <w:rsid w:val="00B10201"/>
    <w:rsid w:val="00B946CF"/>
    <w:rsid w:val="00C47F71"/>
    <w:rsid w:val="00D0100D"/>
    <w:rsid w:val="00F160F8"/>
    <w:rsid w:val="00F536C2"/>
    <w:rsid w:val="00F6794F"/>
    <w:rsid w:val="00FC6F4C"/>
    <w:rsid w:val="00FC7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unhideWhenUsed/>
    <w:rsid w:val="00030348"/>
    <w:rPr>
      <w:color w:val="808080"/>
    </w:rPr>
  </w:style>
  <w:style w:type="paragraph" w:customStyle="1" w:styleId="E7C0AB7CEF674DE48323451F5E4266642">
    <w:name w:val="E7C0AB7CEF674DE48323451F5E4266642"/>
    <w:rsid w:val="00030348"/>
    <w:pPr>
      <w:spacing w:after="0" w:line="240" w:lineRule="auto"/>
      <w:jc w:val="both"/>
    </w:pPr>
    <w:rPr>
      <w:rFonts w:ascii="Calibri" w:eastAsia="Times New Roman" w:hAnsi="Calibri" w:cs="Times New Roman"/>
      <w:szCs w:val="21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4CCBF0147987469E3897566FCEC3F8" ma:contentTypeVersion="5" ma:contentTypeDescription="Crée un document." ma:contentTypeScope="" ma:versionID="a145470564471d03303b49ad532797c3">
  <xsd:schema xmlns:xsd="http://www.w3.org/2001/XMLSchema" xmlns:xs="http://www.w3.org/2001/XMLSchema" xmlns:p="http://schemas.microsoft.com/office/2006/metadata/properties" xmlns:ns2="1301af07-f38f-4c96-9b5a-7dbaff1e2c78" xmlns:ns3="a9b6c198-019a-4ee9-b5d9-fdc99029947b" targetNamespace="http://schemas.microsoft.com/office/2006/metadata/properties" ma:root="true" ma:fieldsID="209f2493d5c7710c2da9a2e5f1450c99" ns2:_="" ns3:_="">
    <xsd:import namespace="1301af07-f38f-4c96-9b5a-7dbaff1e2c78"/>
    <xsd:import namespace="a9b6c198-019a-4ee9-b5d9-fdc99029947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01af07-f38f-4c96-9b5a-7dbaff1e2c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b6c198-019a-4ee9-b5d9-fdc99029947b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9b6c198-019a-4ee9-b5d9-fdc99029947b">
      <UserInfo>
        <DisplayName>RINGA Rym</DisplayName>
        <AccountId>12</AccountId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BE1BA11-5810-4BAB-AC35-4520E31D8E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01af07-f38f-4c96-9b5a-7dbaff1e2c78"/>
    <ds:schemaRef ds:uri="a9b6c198-019a-4ee9-b5d9-fdc9902994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21A615-CFC8-4174-A1B1-A32C7410595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E7EE8F-6E29-4E62-A8ED-34ED0F7C73CE}">
  <ds:schemaRefs>
    <ds:schemaRef ds:uri="http://schemas.microsoft.com/office/2006/metadata/properties"/>
    <ds:schemaRef ds:uri="http://schemas.microsoft.com/office/infopath/2007/PartnerControls"/>
    <ds:schemaRef ds:uri="a9b6c198-019a-4ee9-b5d9-fdc99029947b"/>
  </ds:schemaRefs>
</ds:datastoreItem>
</file>

<file path=customXml/itemProps4.xml><?xml version="1.0" encoding="utf-8"?>
<ds:datastoreItem xmlns:ds="http://schemas.openxmlformats.org/officeDocument/2006/customXml" ds:itemID="{2C6BD463-4A78-49E9-91E2-836A39A13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mod_doc_dio_msi-mode-001</Template>
  <TotalTime>4</TotalTime>
  <Pages>2</Pages>
  <Words>296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Etude d'opportunité</vt:lpstr>
    </vt:vector>
  </TitlesOfParts>
  <Manager/>
  <Company/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Etude d'opportunité</dc:title>
  <dc:subject/>
  <dc:creator>Patrice Capmarty</dc:creator>
  <cp:keywords/>
  <dc:description/>
  <cp:lastModifiedBy>WYKA-DURY Clémentine</cp:lastModifiedBy>
  <cp:revision>8</cp:revision>
  <cp:lastPrinted>2023-11-09T17:06:00Z</cp:lastPrinted>
  <dcterms:created xsi:type="dcterms:W3CDTF">2025-06-27T15:57:00Z</dcterms:created>
  <dcterms:modified xsi:type="dcterms:W3CDTF">2025-09-02T16:40:00Z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ervice ">
    <vt:lpwstr>DIO / ORGA</vt:lpwstr>
  </property>
  <property fmtid="{D5CDD505-2E9C-101B-9397-08002B2CF9AE}" pid="3" name="Version">
    <vt:lpwstr>V 1.0</vt:lpwstr>
  </property>
  <property fmtid="{D5CDD505-2E9C-101B-9397-08002B2CF9AE}" pid="4" name="Date validation">
    <vt:lpwstr>27/09/2004</vt:lpwstr>
  </property>
  <property fmtid="{D5CDD505-2E9C-101B-9397-08002B2CF9AE}" pid="5" name="Valideur">
    <vt:lpwstr>Patrice Capmarty</vt:lpwstr>
  </property>
  <property fmtid="{D5CDD505-2E9C-101B-9397-08002B2CF9AE}" pid="6" name="N° du document">
    <vt:lpwstr>ORGA/MODE/006</vt:lpwstr>
  </property>
  <property fmtid="{D5CDD505-2E9C-101B-9397-08002B2CF9AE}" pid="7" name="ContentTypeId">
    <vt:lpwstr>0x010100684CCBF0147987469E3897566FCEC3F8</vt:lpwstr>
  </property>
  <property fmtid="{D5CDD505-2E9C-101B-9397-08002B2CF9AE}" pid="8" name="Service">
    <vt:lpwstr>DIO / ORGA</vt:lpwstr>
  </property>
</Properties>
</file>